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D74C25" w14:textId="77777777" w:rsidR="00941549" w:rsidRPr="008134AB" w:rsidRDefault="00941549" w:rsidP="0094154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134AB">
        <w:rPr>
          <w:rFonts w:ascii="Times New Roman" w:eastAsia="Times New Roman" w:hAnsi="Times New Roman"/>
          <w:sz w:val="28"/>
          <w:szCs w:val="28"/>
        </w:rPr>
        <w:t>Rohit Sharma</w:t>
      </w:r>
    </w:p>
    <w:p w14:paraId="4A9106D3" w14:textId="77777777" w:rsidR="00941549" w:rsidRPr="008134AB" w:rsidRDefault="00941549" w:rsidP="0094154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134AB">
        <w:rPr>
          <w:rFonts w:ascii="Times New Roman" w:eastAsia="Times New Roman" w:hAnsi="Times New Roman"/>
          <w:sz w:val="24"/>
          <w:szCs w:val="24"/>
        </w:rPr>
        <w:t>Contact No.: (+91)</w:t>
      </w:r>
      <w:r w:rsidR="00620B8F" w:rsidRPr="008134AB">
        <w:rPr>
          <w:rFonts w:ascii="Times New Roman" w:eastAsia="Times New Roman" w:hAnsi="Times New Roman"/>
          <w:sz w:val="24"/>
          <w:szCs w:val="24"/>
        </w:rPr>
        <w:t xml:space="preserve"> </w:t>
      </w:r>
      <w:r w:rsidRPr="008134AB">
        <w:rPr>
          <w:rFonts w:ascii="Times New Roman" w:eastAsia="Times New Roman" w:hAnsi="Times New Roman"/>
          <w:sz w:val="24"/>
          <w:szCs w:val="24"/>
        </w:rPr>
        <w:t>8128397883</w:t>
      </w:r>
      <w:r w:rsidR="00320272">
        <w:rPr>
          <w:rFonts w:ascii="Times New Roman" w:eastAsia="Times New Roman" w:hAnsi="Times New Roman"/>
          <w:sz w:val="24"/>
          <w:szCs w:val="24"/>
        </w:rPr>
        <w:t xml:space="preserve"> / 8160084372</w:t>
      </w:r>
    </w:p>
    <w:p w14:paraId="38BFAF42" w14:textId="77777777" w:rsidR="0058206E" w:rsidRDefault="00556004" w:rsidP="0055600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E-Mail: </w:t>
      </w:r>
      <w:hyperlink r:id="rId8" w:history="1">
        <w:r w:rsidR="0027762F" w:rsidRPr="00055D5B">
          <w:rPr>
            <w:rStyle w:val="Hyperlink"/>
            <w:rFonts w:ascii="Times New Roman" w:eastAsia="Times New Roman" w:hAnsi="Times New Roman"/>
            <w:sz w:val="24"/>
            <w:szCs w:val="24"/>
          </w:rPr>
          <w:t>rohhit.sharma@gmail.com</w:t>
        </w:r>
      </w:hyperlink>
    </w:p>
    <w:p w14:paraId="2CB35251" w14:textId="77777777" w:rsidR="0027762F" w:rsidRPr="00556004" w:rsidRDefault="0027762F" w:rsidP="0055600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669B102" w14:textId="77777777" w:rsidR="00831CBC" w:rsidRPr="00831CBC" w:rsidRDefault="00DE0DE5" w:rsidP="00831CBC">
      <w:pPr>
        <w:spacing w:after="0" w:line="240" w:lineRule="auto"/>
        <w:ind w:left="3600"/>
        <w:rPr>
          <w:rFonts w:ascii="Times New Roman" w:eastAsia="Times New Roman" w:hAnsi="Times New Roman"/>
          <w:sz w:val="35"/>
          <w:szCs w:val="35"/>
        </w:rPr>
      </w:pPr>
      <w:r>
        <w:rPr>
          <w:rFonts w:ascii="Times New Roman" w:eastAsia="Times New Roman" w:hAnsi="Times New Roman"/>
          <w:sz w:val="35"/>
          <w:szCs w:val="35"/>
        </w:rPr>
        <w:t>PHP DEVELOPER</w:t>
      </w:r>
      <w:r w:rsidR="00831CBC" w:rsidRPr="00831CBC">
        <w:rPr>
          <w:rFonts w:ascii="Times New Roman" w:eastAsia="Times New Roman" w:hAnsi="Times New Roman"/>
          <w:sz w:val="35"/>
          <w:szCs w:val="35"/>
        </w:rPr>
        <w:t xml:space="preserve"> PROFESSIONAL</w:t>
      </w:r>
    </w:p>
    <w:p w14:paraId="4FB893C9" w14:textId="77777777" w:rsidR="000022EF" w:rsidRDefault="007E0BE2" w:rsidP="00445EA2">
      <w:pPr>
        <w:spacing w:after="0" w:line="240" w:lineRule="auto"/>
        <w:ind w:left="3600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sz w:val="25"/>
          <w:szCs w:val="25"/>
        </w:rPr>
        <w:t xml:space="preserve">Web </w:t>
      </w:r>
      <w:r w:rsidR="00831CBC" w:rsidRPr="00831CBC">
        <w:rPr>
          <w:rFonts w:ascii="Times New Roman" w:eastAsia="Times New Roman" w:hAnsi="Times New Roman"/>
          <w:sz w:val="25"/>
          <w:szCs w:val="25"/>
        </w:rPr>
        <w:t>Application Development</w:t>
      </w:r>
    </w:p>
    <w:p w14:paraId="770A5BCF" w14:textId="77777777" w:rsidR="006C4E61" w:rsidRPr="00445EA2" w:rsidRDefault="006C4E61" w:rsidP="00445EA2">
      <w:pPr>
        <w:spacing w:after="0" w:line="240" w:lineRule="auto"/>
        <w:ind w:left="3600"/>
        <w:rPr>
          <w:rFonts w:ascii="Times New Roman" w:eastAsia="Times New Roman" w:hAnsi="Times New Roman"/>
          <w:sz w:val="25"/>
          <w:szCs w:val="25"/>
        </w:rPr>
      </w:pPr>
    </w:p>
    <w:p w14:paraId="63711393" w14:textId="77777777" w:rsidR="00031035" w:rsidRDefault="00AD3BF2" w:rsidP="001C2367">
      <w:pPr>
        <w:spacing w:line="240" w:lineRule="auto"/>
      </w:pPr>
      <w:r w:rsidRPr="00B44C3B">
        <w:rPr>
          <w:rFonts w:ascii="Times New Roman" w:hAnsi="Times New Roman"/>
          <w:b/>
        </w:rPr>
        <w:t>PROFILE SUMMARY</w:t>
      </w:r>
      <w:r w:rsidR="00B25178">
        <w:rPr>
          <w:color w:val="000000"/>
        </w:rPr>
        <w:pict w14:anchorId="0BA8CBDB">
          <v:rect id="_x0000_i1025" style="width:9in;height:1pt" o:hralign="center" o:hrstd="t" o:hrnoshade="t" o:hr="t" fillcolor="black" stroked="f"/>
        </w:pict>
      </w:r>
    </w:p>
    <w:p w14:paraId="0408E684" w14:textId="1AC2E10A" w:rsidR="002F7939" w:rsidRPr="00F04C2C" w:rsidRDefault="00F749B4" w:rsidP="00ED463D">
      <w:pPr>
        <w:pStyle w:val="ListParagraph"/>
        <w:numPr>
          <w:ilvl w:val="0"/>
          <w:numId w:val="2"/>
        </w:numPr>
        <w:rPr>
          <w:rFonts w:ascii="Times New Roman" w:hAnsi="Times New Roman"/>
          <w:i/>
        </w:rPr>
      </w:pPr>
      <w:r>
        <w:t xml:space="preserve">  </w:t>
      </w:r>
      <w:r w:rsidRPr="00F04C2C">
        <w:rPr>
          <w:i/>
        </w:rPr>
        <w:t xml:space="preserve"> </w:t>
      </w:r>
      <w:r w:rsidRPr="00F04C2C">
        <w:rPr>
          <w:rFonts w:ascii="Times New Roman" w:hAnsi="Times New Roman"/>
          <w:i/>
        </w:rPr>
        <w:t xml:space="preserve">A result oriented professional with over 5 years of experience in web application development &amp; </w:t>
      </w:r>
      <w:r w:rsidR="006B781C" w:rsidRPr="00F04C2C">
        <w:rPr>
          <w:rFonts w:ascii="Times New Roman" w:hAnsi="Times New Roman"/>
          <w:i/>
        </w:rPr>
        <w:t>enhancement,</w:t>
      </w:r>
      <w:r w:rsidRPr="00F04C2C">
        <w:rPr>
          <w:rFonts w:ascii="Times New Roman" w:hAnsi="Times New Roman"/>
          <w:i/>
        </w:rPr>
        <w:t xml:space="preserve"> clie</w:t>
      </w:r>
      <w:r w:rsidR="00D34010" w:rsidRPr="00F04C2C">
        <w:rPr>
          <w:rFonts w:ascii="Times New Roman" w:hAnsi="Times New Roman"/>
          <w:i/>
        </w:rPr>
        <w:t>n</w:t>
      </w:r>
      <w:r w:rsidRPr="00F04C2C">
        <w:rPr>
          <w:rFonts w:ascii="Times New Roman" w:hAnsi="Times New Roman"/>
          <w:i/>
        </w:rPr>
        <w:t>t communication.</w:t>
      </w:r>
    </w:p>
    <w:p w14:paraId="64800FF2" w14:textId="7F0604F7" w:rsidR="00A706CE" w:rsidRPr="00F04C2C" w:rsidRDefault="00C56D19" w:rsidP="00ED463D">
      <w:pPr>
        <w:pStyle w:val="ListParagraph"/>
        <w:numPr>
          <w:ilvl w:val="0"/>
          <w:numId w:val="2"/>
        </w:numPr>
        <w:rPr>
          <w:i/>
        </w:rPr>
      </w:pPr>
      <w:r w:rsidRPr="00CA5B13">
        <w:rPr>
          <w:rFonts w:ascii="Times New Roman" w:hAnsi="Times New Roman"/>
        </w:rPr>
        <w:t xml:space="preserve">   </w:t>
      </w:r>
      <w:r w:rsidR="00F31AE8" w:rsidRPr="00F04C2C">
        <w:rPr>
          <w:rFonts w:ascii="Times New Roman" w:hAnsi="Times New Roman"/>
          <w:i/>
        </w:rPr>
        <w:t>K</w:t>
      </w:r>
      <w:r w:rsidRPr="00F04C2C">
        <w:rPr>
          <w:rFonts w:ascii="Times New Roman" w:hAnsi="Times New Roman"/>
          <w:i/>
        </w:rPr>
        <w:t xml:space="preserve">nowledge of  Core Php , </w:t>
      </w:r>
      <w:r w:rsidR="0028047C" w:rsidRPr="00F04C2C">
        <w:rPr>
          <w:rFonts w:ascii="Times New Roman" w:hAnsi="Times New Roman"/>
          <w:i/>
        </w:rPr>
        <w:t>CodeIgniter</w:t>
      </w:r>
      <w:r w:rsidRPr="00F04C2C">
        <w:rPr>
          <w:rFonts w:ascii="Times New Roman" w:hAnsi="Times New Roman"/>
          <w:i/>
        </w:rPr>
        <w:t xml:space="preserve"> , Ajax , </w:t>
      </w:r>
      <w:r w:rsidR="00EB5358" w:rsidRPr="00F04C2C">
        <w:rPr>
          <w:rFonts w:ascii="Times New Roman" w:hAnsi="Times New Roman"/>
          <w:i/>
        </w:rPr>
        <w:t>JavaScript</w:t>
      </w:r>
      <w:r w:rsidRPr="00F04C2C">
        <w:rPr>
          <w:rFonts w:ascii="Times New Roman" w:hAnsi="Times New Roman"/>
          <w:i/>
        </w:rPr>
        <w:t xml:space="preserve"> , </w:t>
      </w:r>
      <w:proofErr w:type="spellStart"/>
      <w:r w:rsidR="00BA7200" w:rsidRPr="00F04C2C">
        <w:rPr>
          <w:rFonts w:ascii="Times New Roman" w:hAnsi="Times New Roman"/>
          <w:i/>
        </w:rPr>
        <w:t>vT</w:t>
      </w:r>
      <w:r w:rsidRPr="00F04C2C">
        <w:rPr>
          <w:rFonts w:ascii="Times New Roman" w:hAnsi="Times New Roman"/>
          <w:i/>
        </w:rPr>
        <w:t>iger</w:t>
      </w:r>
      <w:proofErr w:type="spellEnd"/>
      <w:r w:rsidRPr="00F04C2C">
        <w:rPr>
          <w:rFonts w:ascii="Times New Roman" w:hAnsi="Times New Roman"/>
          <w:i/>
        </w:rPr>
        <w:t xml:space="preserve"> , </w:t>
      </w:r>
      <w:proofErr w:type="spellStart"/>
      <w:r w:rsidRPr="00F04C2C">
        <w:rPr>
          <w:rFonts w:ascii="Times New Roman" w:hAnsi="Times New Roman"/>
          <w:i/>
        </w:rPr>
        <w:t>Myc</w:t>
      </w:r>
      <w:proofErr w:type="spellEnd"/>
      <w:r w:rsidRPr="00F04C2C">
        <w:rPr>
          <w:rFonts w:ascii="Times New Roman" w:hAnsi="Times New Roman"/>
          <w:i/>
        </w:rPr>
        <w:t xml:space="preserve"> Customer Portal</w:t>
      </w:r>
      <w:r w:rsidR="0095436F" w:rsidRPr="00F04C2C">
        <w:rPr>
          <w:rFonts w:ascii="Times New Roman" w:hAnsi="Times New Roman"/>
          <w:i/>
        </w:rPr>
        <w:t xml:space="preserve"> , Payment </w:t>
      </w:r>
      <w:r w:rsidR="008D3D09" w:rsidRPr="00F04C2C">
        <w:rPr>
          <w:rFonts w:ascii="Times New Roman" w:hAnsi="Times New Roman"/>
          <w:i/>
        </w:rPr>
        <w:t>Getaways</w:t>
      </w:r>
      <w:r w:rsidR="0095436F" w:rsidRPr="00F04C2C">
        <w:rPr>
          <w:rFonts w:ascii="Times New Roman" w:hAnsi="Times New Roman"/>
          <w:i/>
        </w:rPr>
        <w:t xml:space="preserve"> , </w:t>
      </w:r>
      <w:r w:rsidR="003E55F5" w:rsidRPr="00F04C2C">
        <w:rPr>
          <w:rFonts w:ascii="Times New Roman" w:hAnsi="Times New Roman"/>
          <w:i/>
        </w:rPr>
        <w:t>word Press</w:t>
      </w:r>
      <w:r w:rsidR="00DA512A" w:rsidRPr="00F04C2C">
        <w:rPr>
          <w:rFonts w:ascii="Times New Roman" w:hAnsi="Times New Roman"/>
          <w:i/>
        </w:rPr>
        <w:t xml:space="preserve"> p</w:t>
      </w:r>
      <w:r w:rsidR="003B1333" w:rsidRPr="00F04C2C">
        <w:rPr>
          <w:rFonts w:ascii="Times New Roman" w:hAnsi="Times New Roman"/>
          <w:i/>
        </w:rPr>
        <w:t>lugins,</w:t>
      </w:r>
      <w:r w:rsidR="0095436F" w:rsidRPr="00F04C2C">
        <w:rPr>
          <w:rFonts w:ascii="Times New Roman" w:hAnsi="Times New Roman"/>
          <w:i/>
        </w:rPr>
        <w:t xml:space="preserve"> </w:t>
      </w:r>
      <w:r w:rsidR="00D736F4">
        <w:rPr>
          <w:rFonts w:ascii="Times New Roman" w:hAnsi="Times New Roman"/>
          <w:i/>
        </w:rPr>
        <w:t xml:space="preserve">mt4/ mt5 </w:t>
      </w:r>
      <w:r w:rsidR="0095436F" w:rsidRPr="00F04C2C">
        <w:rPr>
          <w:i/>
        </w:rPr>
        <w:t>APIS</w:t>
      </w:r>
      <w:r w:rsidR="0081276C">
        <w:rPr>
          <w:i/>
        </w:rPr>
        <w:t xml:space="preserve"> , node </w:t>
      </w:r>
      <w:proofErr w:type="spellStart"/>
      <w:r w:rsidR="0081276C">
        <w:rPr>
          <w:i/>
        </w:rPr>
        <w:t>js</w:t>
      </w:r>
      <w:proofErr w:type="spellEnd"/>
      <w:r w:rsidR="00F30226" w:rsidRPr="00F04C2C">
        <w:rPr>
          <w:i/>
        </w:rPr>
        <w:t>.</w:t>
      </w:r>
      <w:r w:rsidR="00C311A2" w:rsidRPr="00F04C2C">
        <w:rPr>
          <w:i/>
        </w:rPr>
        <w:t xml:space="preserve"> </w:t>
      </w:r>
      <w:r w:rsidR="001C15D2" w:rsidRPr="00F04C2C">
        <w:rPr>
          <w:i/>
        </w:rPr>
        <w:t xml:space="preserve">   </w:t>
      </w:r>
    </w:p>
    <w:p w14:paraId="1FF0A762" w14:textId="77777777" w:rsidR="004D3CDA" w:rsidRDefault="009E23D2" w:rsidP="00395B77">
      <w:pPr>
        <w:pStyle w:val="ListParagraph"/>
        <w:numPr>
          <w:ilvl w:val="0"/>
          <w:numId w:val="2"/>
        </w:numPr>
        <w:rPr>
          <w:rFonts w:ascii="Times New Roman" w:hAnsi="Times New Roman"/>
          <w:i/>
        </w:rPr>
      </w:pPr>
      <w:r>
        <w:t xml:space="preserve">   </w:t>
      </w:r>
      <w:r w:rsidR="000F7D28" w:rsidRPr="00F04C2C">
        <w:rPr>
          <w:rFonts w:ascii="Times New Roman" w:hAnsi="Times New Roman"/>
          <w:i/>
        </w:rPr>
        <w:t>Led a team that delivered applications</w:t>
      </w:r>
      <w:r w:rsidR="0047174D" w:rsidRPr="00F04C2C">
        <w:rPr>
          <w:rFonts w:ascii="Times New Roman" w:hAnsi="Times New Roman"/>
          <w:i/>
        </w:rPr>
        <w:t xml:space="preserve"> &amp; fixing </w:t>
      </w:r>
      <w:r w:rsidR="002A1EEB" w:rsidRPr="00F04C2C">
        <w:rPr>
          <w:rFonts w:ascii="Times New Roman" w:hAnsi="Times New Roman"/>
          <w:i/>
        </w:rPr>
        <w:t xml:space="preserve"> </w:t>
      </w:r>
      <w:r w:rsidR="007865B4" w:rsidRPr="00F04C2C">
        <w:rPr>
          <w:rFonts w:ascii="Times New Roman" w:hAnsi="Times New Roman"/>
          <w:i/>
        </w:rPr>
        <w:t>code b</w:t>
      </w:r>
      <w:r w:rsidR="00F943B6" w:rsidRPr="00F04C2C">
        <w:rPr>
          <w:rFonts w:ascii="Times New Roman" w:hAnsi="Times New Roman"/>
          <w:i/>
        </w:rPr>
        <w:t>ugs &amp;</w:t>
      </w:r>
      <w:r w:rsidR="000F7D28" w:rsidRPr="00F04C2C">
        <w:rPr>
          <w:rFonts w:ascii="Times New Roman" w:hAnsi="Times New Roman"/>
          <w:i/>
        </w:rPr>
        <w:t xml:space="preserve"> issues.</w:t>
      </w:r>
    </w:p>
    <w:p w14:paraId="6E5226BA" w14:textId="77777777" w:rsidR="005025CA" w:rsidRPr="00F04C2C" w:rsidRDefault="005025CA" w:rsidP="005025CA">
      <w:pPr>
        <w:pStyle w:val="ListParagraph"/>
        <w:ind w:left="360"/>
        <w:rPr>
          <w:rFonts w:ascii="Times New Roman" w:hAnsi="Times New Roman"/>
          <w:i/>
        </w:rPr>
      </w:pPr>
    </w:p>
    <w:p w14:paraId="60A49C63" w14:textId="77777777" w:rsidR="004D3CDA" w:rsidRDefault="00D45973" w:rsidP="00DF403E">
      <w:pPr>
        <w:spacing w:after="0" w:line="240" w:lineRule="auto"/>
      </w:pPr>
      <w:r w:rsidRPr="001F7781">
        <w:rPr>
          <w:rFonts w:ascii="Times New Roman" w:hAnsi="Times New Roman"/>
          <w:b/>
        </w:rPr>
        <w:t>EMPLOYMENT DETAILS</w:t>
      </w:r>
      <w:r w:rsidR="00B25178">
        <w:rPr>
          <w:color w:val="000000"/>
        </w:rPr>
        <w:pict w14:anchorId="65A1380B">
          <v:rect id="_x0000_i1026" style="width:9in;height:1pt" o:hralign="center" o:hrstd="t" o:hrnoshade="t" o:hr="t" fillcolor="black" stroked="f"/>
        </w:pict>
      </w:r>
    </w:p>
    <w:p w14:paraId="261074AF" w14:textId="77777777" w:rsidR="002B20AC" w:rsidRDefault="002B20AC" w:rsidP="005025CA">
      <w:pPr>
        <w:rPr>
          <w:rFonts w:ascii="Times New Roman" w:hAnsi="Times New Roman"/>
          <w:b/>
        </w:rPr>
      </w:pPr>
    </w:p>
    <w:p w14:paraId="60591492" w14:textId="77777777" w:rsidR="005025CA" w:rsidRPr="005E78FE" w:rsidRDefault="005025CA" w:rsidP="005025CA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Projects &amp; Key Result Area: </w:t>
      </w:r>
      <w:proofErr w:type="spellStart"/>
      <w:r w:rsidR="002B20AC">
        <w:rPr>
          <w:rFonts w:ascii="Times New Roman" w:hAnsi="Times New Roman"/>
          <w:b/>
        </w:rPr>
        <w:t>Torret</w:t>
      </w:r>
      <w:proofErr w:type="spellEnd"/>
      <w:r w:rsidR="002B20AC">
        <w:rPr>
          <w:rFonts w:ascii="Times New Roman" w:hAnsi="Times New Roman"/>
          <w:b/>
        </w:rPr>
        <w:t xml:space="preserve"> GAS</w:t>
      </w:r>
    </w:p>
    <w:p w14:paraId="54770B51" w14:textId="592C11C0" w:rsidR="00134BB1" w:rsidRDefault="00134BB1" w:rsidP="00134BB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Involves in project </w:t>
      </w:r>
      <w:r w:rsidR="00C10EC0">
        <w:rPr>
          <w:rFonts w:ascii="Times New Roman" w:hAnsi="Times New Roman"/>
        </w:rPr>
        <w:t>maintenance</w:t>
      </w:r>
      <w:r w:rsidRPr="00854DF9">
        <w:rPr>
          <w:rFonts w:ascii="Times New Roman" w:hAnsi="Times New Roman"/>
        </w:rPr>
        <w:t xml:space="preserve">, </w:t>
      </w:r>
      <w:r w:rsidR="00E977E9">
        <w:rPr>
          <w:rFonts w:ascii="Times New Roman" w:hAnsi="Times New Roman"/>
        </w:rPr>
        <w:t xml:space="preserve">and web application </w:t>
      </w:r>
      <w:r w:rsidR="004D1628">
        <w:rPr>
          <w:rFonts w:ascii="Times New Roman" w:hAnsi="Times New Roman"/>
        </w:rPr>
        <w:t>dev</w:t>
      </w:r>
      <w:r w:rsidR="00FD000C">
        <w:rPr>
          <w:rFonts w:ascii="Times New Roman" w:hAnsi="Times New Roman"/>
        </w:rPr>
        <w:t>elopment with html.</w:t>
      </w:r>
    </w:p>
    <w:p w14:paraId="75F9F9F0" w14:textId="77777777" w:rsidR="00134BB1" w:rsidRDefault="00134BB1" w:rsidP="00134BB1">
      <w:pPr>
        <w:numPr>
          <w:ilvl w:val="0"/>
          <w:numId w:val="4"/>
        </w:numPr>
        <w:spacing w:after="0"/>
        <w:rPr>
          <w:rFonts w:ascii="Times New Roman" w:hAnsi="Times New Roman"/>
          <w:b/>
        </w:rPr>
      </w:pPr>
      <w:r w:rsidRPr="002B78BA">
        <w:rPr>
          <w:rFonts w:ascii="Times New Roman" w:hAnsi="Times New Roman"/>
          <w:b/>
        </w:rPr>
        <w:t xml:space="preserve">Build </w:t>
      </w:r>
      <w:r w:rsidR="006C023B">
        <w:rPr>
          <w:rFonts w:ascii="Times New Roman" w:hAnsi="Times New Roman"/>
          <w:b/>
        </w:rPr>
        <w:t>Portal For Employee</w:t>
      </w:r>
      <w:r w:rsidR="00CC7473">
        <w:rPr>
          <w:rFonts w:ascii="Times New Roman" w:hAnsi="Times New Roman"/>
          <w:b/>
        </w:rPr>
        <w:t xml:space="preserve"> Front End</w:t>
      </w:r>
      <w:r w:rsidR="006C023B">
        <w:rPr>
          <w:rFonts w:ascii="Times New Roman" w:hAnsi="Times New Roman"/>
          <w:b/>
        </w:rPr>
        <w:t xml:space="preserve"> </w:t>
      </w:r>
      <w:r w:rsidRPr="002B78BA">
        <w:rPr>
          <w:rFonts w:ascii="Times New Roman" w:hAnsi="Times New Roman"/>
          <w:b/>
        </w:rPr>
        <w:t xml:space="preserve"> (</w:t>
      </w:r>
      <w:r w:rsidR="00EA5B46" w:rsidRPr="00EA5B46">
        <w:rPr>
          <w:rFonts w:ascii="Times New Roman" w:hAnsi="Times New Roman"/>
          <w:b/>
        </w:rPr>
        <w:t>https://torrentgas.in/intranet</w:t>
      </w:r>
      <w:r w:rsidRPr="002B78BA">
        <w:rPr>
          <w:rFonts w:ascii="Times New Roman" w:hAnsi="Times New Roman"/>
          <w:b/>
        </w:rPr>
        <w:t xml:space="preserve">)   </w:t>
      </w:r>
      <w:r w:rsidR="006C023B">
        <w:rPr>
          <w:rFonts w:ascii="Times New Roman" w:hAnsi="Times New Roman"/>
          <w:b/>
        </w:rPr>
        <w:t>Yii2</w:t>
      </w:r>
    </w:p>
    <w:p w14:paraId="11F67263" w14:textId="77777777" w:rsidR="006C023B" w:rsidRDefault="005B0915" w:rsidP="006C023B">
      <w:pPr>
        <w:numPr>
          <w:ilvl w:val="0"/>
          <w:numId w:val="4"/>
        </w:num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Maintenance work and </w:t>
      </w:r>
      <w:r w:rsidR="00C23C6A">
        <w:rPr>
          <w:rFonts w:ascii="Times New Roman" w:hAnsi="Times New Roman"/>
          <w:b/>
        </w:rPr>
        <w:t>Updating</w:t>
      </w:r>
      <w:r w:rsidR="006C023B" w:rsidRPr="002B78BA">
        <w:rPr>
          <w:rFonts w:ascii="Times New Roman" w:hAnsi="Times New Roman"/>
          <w:b/>
        </w:rPr>
        <w:t xml:space="preserve">  (</w:t>
      </w:r>
      <w:r w:rsidR="006C023B">
        <w:rPr>
          <w:rFonts w:ascii="Times New Roman" w:hAnsi="Times New Roman"/>
          <w:b/>
        </w:rPr>
        <w:t>http://torrentgas.com/</w:t>
      </w:r>
      <w:r w:rsidR="006C023B" w:rsidRPr="002B78BA">
        <w:rPr>
          <w:rFonts w:ascii="Times New Roman" w:hAnsi="Times New Roman"/>
          <w:b/>
        </w:rPr>
        <w:t xml:space="preserve">)   </w:t>
      </w:r>
      <w:r w:rsidR="006C023B">
        <w:rPr>
          <w:rFonts w:ascii="Times New Roman" w:hAnsi="Times New Roman"/>
          <w:b/>
        </w:rPr>
        <w:t>Yii2</w:t>
      </w:r>
    </w:p>
    <w:p w14:paraId="368EFFBB" w14:textId="77777777" w:rsidR="00961213" w:rsidRDefault="00961213" w:rsidP="00961213">
      <w:pPr>
        <w:numPr>
          <w:ilvl w:val="0"/>
          <w:numId w:val="4"/>
        </w:num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Build My health module to track status of employee for </w:t>
      </w:r>
      <w:proofErr w:type="spellStart"/>
      <w:r>
        <w:rPr>
          <w:rFonts w:ascii="Times New Roman" w:hAnsi="Times New Roman"/>
          <w:b/>
        </w:rPr>
        <w:t>covid</w:t>
      </w:r>
      <w:proofErr w:type="spellEnd"/>
      <w:r>
        <w:rPr>
          <w:rFonts w:ascii="Times New Roman" w:hAnsi="Times New Roman"/>
          <w:b/>
        </w:rPr>
        <w:t xml:space="preserve"> -19</w:t>
      </w:r>
      <w:r w:rsidRPr="002B78BA">
        <w:rPr>
          <w:rFonts w:ascii="Times New Roman" w:hAnsi="Times New Roman"/>
          <w:b/>
        </w:rPr>
        <w:t xml:space="preserve">  (</w:t>
      </w:r>
      <w:r w:rsidRPr="00961213">
        <w:rPr>
          <w:rFonts w:ascii="Times New Roman" w:hAnsi="Times New Roman"/>
          <w:b/>
        </w:rPr>
        <w:t>http://torrentgas.com/frontend/web/index.php/site/login</w:t>
      </w:r>
      <w:r w:rsidRPr="002B78BA">
        <w:rPr>
          <w:rFonts w:ascii="Times New Roman" w:hAnsi="Times New Roman"/>
          <w:b/>
        </w:rPr>
        <w:t xml:space="preserve">)   </w:t>
      </w:r>
      <w:r>
        <w:rPr>
          <w:rFonts w:ascii="Times New Roman" w:hAnsi="Times New Roman"/>
          <w:b/>
        </w:rPr>
        <w:t>Yii2</w:t>
      </w:r>
    </w:p>
    <w:p w14:paraId="26F57284" w14:textId="77777777" w:rsidR="00CC7473" w:rsidRPr="00CC7473" w:rsidRDefault="00CC7473" w:rsidP="00CC7473">
      <w:pPr>
        <w:numPr>
          <w:ilvl w:val="0"/>
          <w:numId w:val="4"/>
        </w:numPr>
        <w:spacing w:after="0"/>
        <w:rPr>
          <w:rFonts w:ascii="Times New Roman" w:hAnsi="Times New Roman"/>
          <w:b/>
        </w:rPr>
      </w:pPr>
      <w:r w:rsidRPr="002B78BA">
        <w:rPr>
          <w:rFonts w:ascii="Times New Roman" w:hAnsi="Times New Roman"/>
          <w:b/>
        </w:rPr>
        <w:t xml:space="preserve">Build </w:t>
      </w:r>
      <w:r>
        <w:rPr>
          <w:rFonts w:ascii="Times New Roman" w:hAnsi="Times New Roman"/>
          <w:b/>
        </w:rPr>
        <w:t xml:space="preserve">Portal For Employee </w:t>
      </w:r>
      <w:r w:rsidR="00374F49">
        <w:rPr>
          <w:rFonts w:ascii="Times New Roman" w:hAnsi="Times New Roman"/>
          <w:b/>
        </w:rPr>
        <w:t>Back</w:t>
      </w:r>
      <w:r>
        <w:rPr>
          <w:rFonts w:ascii="Times New Roman" w:hAnsi="Times New Roman"/>
          <w:b/>
        </w:rPr>
        <w:t xml:space="preserve"> End </w:t>
      </w:r>
      <w:r w:rsidRPr="002B78BA">
        <w:rPr>
          <w:rFonts w:ascii="Times New Roman" w:hAnsi="Times New Roman"/>
          <w:b/>
        </w:rPr>
        <w:t xml:space="preserve"> (</w:t>
      </w:r>
      <w:r w:rsidRPr="00CC7473">
        <w:rPr>
          <w:rFonts w:ascii="Times New Roman" w:hAnsi="Times New Roman"/>
          <w:b/>
        </w:rPr>
        <w:t>https://torrentgas.in/intranet/admin)   Yii2</w:t>
      </w:r>
    </w:p>
    <w:p w14:paraId="3136F3AB" w14:textId="77777777" w:rsidR="006C023B" w:rsidRDefault="006C023B" w:rsidP="006C023B"/>
    <w:p w14:paraId="242EA610" w14:textId="77777777" w:rsidR="005025CA" w:rsidRDefault="005025CA" w:rsidP="00F939E3"/>
    <w:p w14:paraId="2CA57D78" w14:textId="77777777" w:rsidR="005025CA" w:rsidRDefault="005025CA" w:rsidP="00F939E3"/>
    <w:p w14:paraId="63CB2D46" w14:textId="77777777" w:rsidR="005E78FE" w:rsidRPr="005E78FE" w:rsidRDefault="002A2563" w:rsidP="005E78F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P</w:t>
      </w:r>
      <w:r w:rsidR="005E4993">
        <w:rPr>
          <w:rFonts w:ascii="Times New Roman" w:hAnsi="Times New Roman"/>
          <w:b/>
        </w:rPr>
        <w:t>rojects</w:t>
      </w:r>
      <w:r w:rsidR="00650F96">
        <w:rPr>
          <w:rFonts w:ascii="Times New Roman" w:hAnsi="Times New Roman"/>
          <w:b/>
        </w:rPr>
        <w:t xml:space="preserve"> &amp; Key Result Area</w:t>
      </w:r>
      <w:r w:rsidR="005E4993">
        <w:rPr>
          <w:rFonts w:ascii="Times New Roman" w:hAnsi="Times New Roman"/>
          <w:b/>
        </w:rPr>
        <w:t>:</w:t>
      </w:r>
      <w:r w:rsidR="005E78FE">
        <w:rPr>
          <w:rFonts w:ascii="Times New Roman" w:hAnsi="Times New Roman"/>
          <w:b/>
        </w:rPr>
        <w:t xml:space="preserve"> True Book LLP</w:t>
      </w:r>
    </w:p>
    <w:p w14:paraId="0494B79E" w14:textId="77777777" w:rsidR="0072401D" w:rsidRDefault="008244CE" w:rsidP="00B44C3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Involves </w:t>
      </w:r>
      <w:r w:rsidR="00710110" w:rsidRPr="00854DF9">
        <w:rPr>
          <w:rFonts w:ascii="Times New Roman" w:hAnsi="Times New Roman"/>
        </w:rPr>
        <w:t>project</w:t>
      </w:r>
      <w:r>
        <w:rPr>
          <w:rFonts w:ascii="Times New Roman" w:hAnsi="Times New Roman"/>
        </w:rPr>
        <w:t xml:space="preserve"> understanding</w:t>
      </w:r>
      <w:r w:rsidR="00710110" w:rsidRPr="00854DF9">
        <w:rPr>
          <w:rFonts w:ascii="Times New Roman" w:hAnsi="Times New Roman"/>
        </w:rPr>
        <w:t xml:space="preserve"> and</w:t>
      </w:r>
      <w:r w:rsidR="00C11D43">
        <w:rPr>
          <w:rFonts w:ascii="Times New Roman" w:hAnsi="Times New Roman"/>
        </w:rPr>
        <w:t xml:space="preserve"> </w:t>
      </w:r>
      <w:r w:rsidR="0072401D">
        <w:rPr>
          <w:rFonts w:ascii="Times New Roman" w:hAnsi="Times New Roman"/>
        </w:rPr>
        <w:t>requirement</w:t>
      </w:r>
      <w:r w:rsidR="0072401D" w:rsidRPr="00854DF9">
        <w:rPr>
          <w:rFonts w:ascii="Times New Roman" w:hAnsi="Times New Roman"/>
        </w:rPr>
        <w:t>,</w:t>
      </w:r>
      <w:r w:rsidR="00710110" w:rsidRPr="00854DF9">
        <w:rPr>
          <w:rFonts w:ascii="Times New Roman" w:hAnsi="Times New Roman"/>
        </w:rPr>
        <w:t xml:space="preserve"> communication with team</w:t>
      </w:r>
      <w:r w:rsidR="00923462">
        <w:rPr>
          <w:rFonts w:ascii="Times New Roman" w:hAnsi="Times New Roman"/>
        </w:rPr>
        <w:t xml:space="preserve"> &amp; </w:t>
      </w:r>
      <w:r w:rsidR="00F3644E">
        <w:rPr>
          <w:rFonts w:ascii="Times New Roman" w:hAnsi="Times New Roman"/>
        </w:rPr>
        <w:t>fixing</w:t>
      </w:r>
      <w:r w:rsidR="00923462">
        <w:rPr>
          <w:rFonts w:ascii="Times New Roman" w:hAnsi="Times New Roman"/>
        </w:rPr>
        <w:t xml:space="preserve"> there programming issues</w:t>
      </w:r>
      <w:r w:rsidR="005F5192">
        <w:rPr>
          <w:rFonts w:ascii="Times New Roman" w:hAnsi="Times New Roman"/>
        </w:rPr>
        <w:t>.</w:t>
      </w:r>
      <w:r w:rsidR="00134BB1">
        <w:rPr>
          <w:rFonts w:ascii="Times New Roman" w:hAnsi="Times New Roman"/>
        </w:rPr>
        <w:t xml:space="preserve">  This</w:t>
      </w:r>
      <w:r w:rsidR="0072401D">
        <w:rPr>
          <w:rFonts w:ascii="Times New Roman" w:hAnsi="Times New Roman"/>
        </w:rPr>
        <w:t xml:space="preserve">  company  is</w:t>
      </w:r>
      <w:r w:rsidR="00EA493E">
        <w:rPr>
          <w:rFonts w:ascii="Times New Roman" w:hAnsi="Times New Roman"/>
        </w:rPr>
        <w:t xml:space="preserve"> related to GST &amp; Accounting. </w:t>
      </w:r>
    </w:p>
    <w:p w14:paraId="5854CC10" w14:textId="6F2CB57D" w:rsidR="002B78BA" w:rsidRDefault="002B78BA" w:rsidP="009B2273">
      <w:pPr>
        <w:numPr>
          <w:ilvl w:val="0"/>
          <w:numId w:val="4"/>
        </w:numPr>
        <w:spacing w:after="0"/>
        <w:rPr>
          <w:rFonts w:ascii="Times New Roman" w:hAnsi="Times New Roman"/>
          <w:b/>
        </w:rPr>
      </w:pPr>
      <w:r w:rsidRPr="002B78BA">
        <w:rPr>
          <w:rFonts w:ascii="Times New Roman" w:hAnsi="Times New Roman"/>
          <w:b/>
        </w:rPr>
        <w:t xml:space="preserve">Build API For Filling GST like GSTR1 ,GSTR3B </w:t>
      </w:r>
      <w:proofErr w:type="spellStart"/>
      <w:r w:rsidRPr="002B78BA">
        <w:rPr>
          <w:rFonts w:ascii="Times New Roman" w:hAnsi="Times New Roman"/>
          <w:b/>
        </w:rPr>
        <w:t>etc</w:t>
      </w:r>
      <w:proofErr w:type="spellEnd"/>
      <w:r w:rsidRPr="002B78BA">
        <w:rPr>
          <w:rFonts w:ascii="Times New Roman" w:hAnsi="Times New Roman"/>
          <w:b/>
        </w:rPr>
        <w:t xml:space="preserve"> (</w:t>
      </w:r>
      <w:hyperlink r:id="rId9" w:history="1">
        <w:r w:rsidRPr="002B78BA">
          <w:rPr>
            <w:rStyle w:val="Hyperlink"/>
            <w:rFonts w:ascii="Times New Roman" w:hAnsi="Times New Roman"/>
            <w:b/>
          </w:rPr>
          <w:t>https://api.truetaxes.in</w:t>
        </w:r>
      </w:hyperlink>
      <w:r w:rsidRPr="002B78BA">
        <w:rPr>
          <w:rFonts w:ascii="Times New Roman" w:hAnsi="Times New Roman"/>
          <w:b/>
        </w:rPr>
        <w:t xml:space="preserve">)   </w:t>
      </w:r>
      <w:r w:rsidR="00672F50" w:rsidRPr="002B78BA">
        <w:rPr>
          <w:rFonts w:ascii="Times New Roman" w:hAnsi="Times New Roman"/>
          <w:b/>
        </w:rPr>
        <w:t>CodeIgniter</w:t>
      </w:r>
    </w:p>
    <w:p w14:paraId="48256D56" w14:textId="77777777" w:rsidR="002B78BA" w:rsidRDefault="002B78BA" w:rsidP="009B2273">
      <w:pPr>
        <w:numPr>
          <w:ilvl w:val="0"/>
          <w:numId w:val="4"/>
        </w:numPr>
        <w:spacing w:after="0"/>
        <w:rPr>
          <w:rFonts w:ascii="Times New Roman" w:hAnsi="Times New Roman"/>
          <w:b/>
        </w:rPr>
      </w:pPr>
      <w:r w:rsidRPr="002B78BA">
        <w:rPr>
          <w:rFonts w:ascii="Times New Roman" w:hAnsi="Times New Roman"/>
          <w:b/>
        </w:rPr>
        <w:t>User login system  with GST Module &amp; Script (</w:t>
      </w:r>
      <w:proofErr w:type="spellStart"/>
      <w:r w:rsidRPr="002B78BA">
        <w:rPr>
          <w:rFonts w:ascii="Times New Roman" w:hAnsi="Times New Roman"/>
          <w:b/>
        </w:rPr>
        <w:t>Codeignter</w:t>
      </w:r>
      <w:proofErr w:type="spellEnd"/>
      <w:r w:rsidRPr="002B78BA">
        <w:rPr>
          <w:rFonts w:ascii="Times New Roman" w:hAnsi="Times New Roman"/>
          <w:b/>
        </w:rPr>
        <w:t>)</w:t>
      </w:r>
      <w:r w:rsidR="00827B58">
        <w:rPr>
          <w:rFonts w:ascii="Times New Roman" w:hAnsi="Times New Roman"/>
          <w:b/>
        </w:rPr>
        <w:t xml:space="preserve"> , </w:t>
      </w:r>
      <w:hyperlink r:id="rId10" w:history="1">
        <w:r w:rsidR="0048684E" w:rsidRPr="009B4C0D">
          <w:rPr>
            <w:rStyle w:val="Hyperlink"/>
            <w:rFonts w:ascii="Times New Roman" w:hAnsi="Times New Roman"/>
            <w:b/>
          </w:rPr>
          <w:t>https://truetaxes.in</w:t>
        </w:r>
      </w:hyperlink>
    </w:p>
    <w:p w14:paraId="5EE048D1" w14:textId="77777777" w:rsidR="0048684E" w:rsidRDefault="0048684E" w:rsidP="009B2273">
      <w:pPr>
        <w:numPr>
          <w:ilvl w:val="0"/>
          <w:numId w:val="4"/>
        </w:num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Added feature </w:t>
      </w:r>
      <w:r w:rsidR="008068E3">
        <w:rPr>
          <w:rFonts w:ascii="Times New Roman" w:hAnsi="Times New Roman"/>
          <w:b/>
        </w:rPr>
        <w:t>Taxpayer Info</w:t>
      </w:r>
      <w:r w:rsidR="007A2061">
        <w:rPr>
          <w:rFonts w:ascii="Times New Roman" w:hAnsi="Times New Roman"/>
          <w:b/>
        </w:rPr>
        <w:t xml:space="preserve"> , View Track Returns to an existing Application , </w:t>
      </w:r>
      <w:hyperlink r:id="rId11" w:history="1">
        <w:r w:rsidR="009D6133" w:rsidRPr="009B4C0D">
          <w:rPr>
            <w:rStyle w:val="Hyperlink"/>
            <w:rFonts w:ascii="Times New Roman" w:hAnsi="Times New Roman"/>
            <w:b/>
          </w:rPr>
          <w:t>https://idea.truebook.in</w:t>
        </w:r>
      </w:hyperlink>
    </w:p>
    <w:p w14:paraId="5D566C31" w14:textId="52BA74D7" w:rsidR="009D6133" w:rsidRDefault="009D6133" w:rsidP="009B2273">
      <w:pPr>
        <w:numPr>
          <w:ilvl w:val="0"/>
          <w:numId w:val="4"/>
        </w:num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Added feature to import multiple export </w:t>
      </w:r>
      <w:r w:rsidR="00AB60AB">
        <w:rPr>
          <w:rFonts w:ascii="Times New Roman" w:hAnsi="Times New Roman"/>
          <w:b/>
        </w:rPr>
        <w:t>GSTIN</w:t>
      </w:r>
      <w:r>
        <w:rPr>
          <w:rFonts w:ascii="Times New Roman" w:hAnsi="Times New Roman"/>
          <w:b/>
        </w:rPr>
        <w:t xml:space="preserve"> information.</w:t>
      </w:r>
      <w:r w:rsidR="00031C3E">
        <w:rPr>
          <w:rFonts w:ascii="Times New Roman" w:hAnsi="Times New Roman"/>
          <w:b/>
        </w:rPr>
        <w:t xml:space="preserve"> , </w:t>
      </w:r>
      <w:hyperlink r:id="rId12" w:history="1">
        <w:r w:rsidR="00031C3E" w:rsidRPr="009B4C0D">
          <w:rPr>
            <w:rStyle w:val="Hyperlink"/>
            <w:rFonts w:ascii="Times New Roman" w:hAnsi="Times New Roman"/>
            <w:b/>
          </w:rPr>
          <w:t>https://idea.truebook.in</w:t>
        </w:r>
      </w:hyperlink>
    </w:p>
    <w:p w14:paraId="57816DB7" w14:textId="77777777" w:rsidR="008068E3" w:rsidRDefault="008068E3" w:rsidP="009B2273">
      <w:pPr>
        <w:numPr>
          <w:ilvl w:val="0"/>
          <w:numId w:val="4"/>
        </w:num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Added User Management , Role , Audit </w:t>
      </w:r>
      <w:proofErr w:type="spellStart"/>
      <w:r w:rsidR="00984BDA">
        <w:rPr>
          <w:rFonts w:ascii="Times New Roman" w:hAnsi="Times New Roman"/>
          <w:b/>
        </w:rPr>
        <w:t>etc</w:t>
      </w:r>
      <w:proofErr w:type="spellEnd"/>
      <w:r w:rsidR="00984BDA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feature </w:t>
      </w:r>
      <w:hyperlink r:id="rId13" w:history="1">
        <w:r w:rsidR="00D1428A" w:rsidRPr="009B4C0D">
          <w:rPr>
            <w:rStyle w:val="Hyperlink"/>
            <w:rFonts w:ascii="Times New Roman" w:hAnsi="Times New Roman"/>
            <w:b/>
          </w:rPr>
          <w:t>https://truetaxes.in/admin/</w:t>
        </w:r>
      </w:hyperlink>
    </w:p>
    <w:p w14:paraId="1B5ADE20" w14:textId="4D297163" w:rsidR="00EA7C7F" w:rsidRPr="00165A24" w:rsidRDefault="00D1428A" w:rsidP="00997F89">
      <w:pPr>
        <w:numPr>
          <w:ilvl w:val="0"/>
          <w:numId w:val="4"/>
        </w:num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Build a tax audit system</w:t>
      </w:r>
      <w:r w:rsidR="00CE42CC">
        <w:rPr>
          <w:rFonts w:ascii="Times New Roman" w:hAnsi="Times New Roman"/>
          <w:b/>
        </w:rPr>
        <w:t xml:space="preserve"> based on </w:t>
      </w:r>
      <w:r w:rsidR="007C4E3E">
        <w:rPr>
          <w:rFonts w:ascii="Times New Roman" w:hAnsi="Times New Roman"/>
          <w:b/>
        </w:rPr>
        <w:t>easy</w:t>
      </w:r>
      <w:r w:rsidR="00CE42CC">
        <w:rPr>
          <w:rFonts w:ascii="Times New Roman" w:hAnsi="Times New Roman"/>
          <w:b/>
        </w:rPr>
        <w:t xml:space="preserve"> office (.net)</w:t>
      </w:r>
      <w:r>
        <w:rPr>
          <w:rFonts w:ascii="Times New Roman" w:hAnsi="Times New Roman"/>
          <w:b/>
        </w:rPr>
        <w:t xml:space="preserve"> for accounting.</w:t>
      </w:r>
      <w:r w:rsidR="00D8321B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</w:t>
      </w:r>
      <w:hyperlink r:id="rId14" w:history="1">
        <w:r w:rsidR="00D8321B" w:rsidRPr="009B4C0D">
          <w:rPr>
            <w:rStyle w:val="Hyperlink"/>
            <w:rFonts w:ascii="Times New Roman" w:hAnsi="Times New Roman"/>
            <w:b/>
          </w:rPr>
          <w:t>https://truetaxes.in</w:t>
        </w:r>
      </w:hyperlink>
    </w:p>
    <w:p w14:paraId="08082089" w14:textId="77777777" w:rsidR="00162BA1" w:rsidRDefault="00162BA1" w:rsidP="00997F89">
      <w:pPr>
        <w:rPr>
          <w:rFonts w:ascii="Times New Roman" w:hAnsi="Times New Roman"/>
        </w:rPr>
      </w:pPr>
    </w:p>
    <w:p w14:paraId="3AD4D002" w14:textId="77777777" w:rsidR="00997F89" w:rsidRDefault="00997F89" w:rsidP="00997F8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</w:t>
      </w:r>
      <w:r w:rsidR="00D97A82">
        <w:rPr>
          <w:rFonts w:ascii="Times New Roman" w:hAnsi="Times New Roman"/>
          <w:b/>
        </w:rPr>
        <w:t>ast Employment</w:t>
      </w:r>
      <w:r w:rsidR="00273CA6">
        <w:rPr>
          <w:rFonts w:ascii="Times New Roman" w:hAnsi="Times New Roman"/>
          <w:b/>
        </w:rPr>
        <w:t>:</w:t>
      </w:r>
    </w:p>
    <w:p w14:paraId="113CA4F6" w14:textId="77777777" w:rsidR="00164AFF" w:rsidRPr="007E653B" w:rsidRDefault="00164AFF" w:rsidP="00164AF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Torrent Gas, </w:t>
      </w:r>
      <w:r w:rsidRPr="007E653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Ahmedabad</w:t>
      </w:r>
      <w:r w:rsidRPr="007E653B">
        <w:rPr>
          <w:rFonts w:ascii="Times New Roman" w:hAnsi="Times New Roman"/>
        </w:rPr>
        <w:t xml:space="preserve">                   </w:t>
      </w:r>
      <w:r>
        <w:rPr>
          <w:rFonts w:ascii="Times New Roman" w:hAnsi="Times New Roman"/>
        </w:rPr>
        <w:t xml:space="preserve">                           </w:t>
      </w:r>
      <w:r w:rsidR="009F23B8">
        <w:rPr>
          <w:rFonts w:ascii="Times New Roman" w:hAnsi="Times New Roman"/>
        </w:rPr>
        <w:t xml:space="preserve">      Feb 24</w:t>
      </w:r>
      <w:r w:rsidRPr="007E653B">
        <w:rPr>
          <w:rFonts w:ascii="Times New Roman" w:hAnsi="Times New Roman"/>
        </w:rPr>
        <w:t>,</w:t>
      </w:r>
      <w:r>
        <w:rPr>
          <w:rFonts w:ascii="Times New Roman" w:hAnsi="Times New Roman"/>
        </w:rPr>
        <w:t>20</w:t>
      </w:r>
      <w:r w:rsidR="009F23B8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   </w:t>
      </w:r>
      <w:r w:rsidRPr="007E653B">
        <w:rPr>
          <w:rFonts w:ascii="Times New Roman" w:hAnsi="Times New Roman"/>
        </w:rPr>
        <w:t xml:space="preserve">-    </w:t>
      </w:r>
      <w:r w:rsidR="0070446D">
        <w:rPr>
          <w:rFonts w:ascii="Times New Roman" w:hAnsi="Times New Roman"/>
        </w:rPr>
        <w:t>Nov 05, 2020</w:t>
      </w:r>
      <w:r>
        <w:rPr>
          <w:rFonts w:ascii="Times New Roman" w:hAnsi="Times New Roman"/>
        </w:rPr>
        <w:t xml:space="preserve"> ,       Sr. Php Developer</w:t>
      </w:r>
    </w:p>
    <w:p w14:paraId="5E9128BD" w14:textId="77777777" w:rsidR="00BD2CC5" w:rsidRPr="007E653B" w:rsidRDefault="00BD2CC5" w:rsidP="00BD2CC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True Book LLP, </w:t>
      </w:r>
      <w:r w:rsidRPr="007E653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Ahmedabad</w:t>
      </w:r>
      <w:r w:rsidRPr="007E653B">
        <w:rPr>
          <w:rFonts w:ascii="Times New Roman" w:hAnsi="Times New Roman"/>
        </w:rPr>
        <w:t xml:space="preserve">                   </w:t>
      </w:r>
      <w:r>
        <w:rPr>
          <w:rFonts w:ascii="Times New Roman" w:hAnsi="Times New Roman"/>
        </w:rPr>
        <w:t xml:space="preserve">                           Dec</w:t>
      </w:r>
      <w:r w:rsidRPr="007E653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6</w:t>
      </w:r>
      <w:r w:rsidRPr="007E653B">
        <w:rPr>
          <w:rFonts w:ascii="Times New Roman" w:hAnsi="Times New Roman"/>
        </w:rPr>
        <w:t>,</w:t>
      </w:r>
      <w:r>
        <w:rPr>
          <w:rFonts w:ascii="Times New Roman" w:hAnsi="Times New Roman"/>
        </w:rPr>
        <w:t>201</w:t>
      </w:r>
      <w:r w:rsidR="003431FD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   </w:t>
      </w:r>
      <w:r w:rsidRPr="007E653B">
        <w:rPr>
          <w:rFonts w:ascii="Times New Roman" w:hAnsi="Times New Roman"/>
        </w:rPr>
        <w:t xml:space="preserve">-    </w:t>
      </w:r>
      <w:r w:rsidR="003431FD">
        <w:rPr>
          <w:rFonts w:ascii="Times New Roman" w:hAnsi="Times New Roman"/>
        </w:rPr>
        <w:t xml:space="preserve">   Jan</w:t>
      </w:r>
      <w:r w:rsidRPr="007E653B">
        <w:rPr>
          <w:rFonts w:ascii="Times New Roman" w:hAnsi="Times New Roman"/>
        </w:rPr>
        <w:t xml:space="preserve"> 3</w:t>
      </w:r>
      <w:r w:rsidR="003431FD">
        <w:rPr>
          <w:rFonts w:ascii="Times New Roman" w:hAnsi="Times New Roman"/>
        </w:rPr>
        <w:t>1</w:t>
      </w:r>
      <w:r w:rsidR="0004798D">
        <w:rPr>
          <w:rFonts w:ascii="Times New Roman" w:hAnsi="Times New Roman"/>
        </w:rPr>
        <w:t>, 2020</w:t>
      </w:r>
      <w:r>
        <w:rPr>
          <w:rFonts w:ascii="Times New Roman" w:hAnsi="Times New Roman"/>
        </w:rPr>
        <w:t xml:space="preserve"> ,      </w:t>
      </w:r>
      <w:r w:rsidR="003431F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Sr. Php Developer</w:t>
      </w:r>
    </w:p>
    <w:p w14:paraId="01D4BD6B" w14:textId="77777777" w:rsidR="001B56F6" w:rsidRPr="007E653B" w:rsidRDefault="001B56F6" w:rsidP="001B56F6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Sigmate Informatics </w:t>
      </w:r>
      <w:r w:rsidRPr="007E653B">
        <w:rPr>
          <w:rFonts w:ascii="Times New Roman" w:hAnsi="Times New Roman"/>
        </w:rPr>
        <w:t xml:space="preserve">Pvt Ltd </w:t>
      </w:r>
      <w:r>
        <w:rPr>
          <w:rFonts w:ascii="Times New Roman" w:hAnsi="Times New Roman"/>
        </w:rPr>
        <w:t>Ahmedabad</w:t>
      </w:r>
      <w:r w:rsidRPr="007E653B">
        <w:rPr>
          <w:rFonts w:ascii="Times New Roman" w:hAnsi="Times New Roman"/>
        </w:rPr>
        <w:t xml:space="preserve">                   </w:t>
      </w:r>
      <w:r>
        <w:rPr>
          <w:rFonts w:ascii="Times New Roman" w:hAnsi="Times New Roman"/>
        </w:rPr>
        <w:t xml:space="preserve">         Dec</w:t>
      </w:r>
      <w:r w:rsidRPr="007E653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6</w:t>
      </w:r>
      <w:r w:rsidRPr="007E653B">
        <w:rPr>
          <w:rFonts w:ascii="Times New Roman" w:hAnsi="Times New Roman"/>
        </w:rPr>
        <w:t>,</w:t>
      </w:r>
      <w:r>
        <w:rPr>
          <w:rFonts w:ascii="Times New Roman" w:hAnsi="Times New Roman"/>
        </w:rPr>
        <w:t>201</w:t>
      </w:r>
      <w:r w:rsidR="00365313">
        <w:rPr>
          <w:rFonts w:ascii="Times New Roman" w:hAnsi="Times New Roman"/>
        </w:rPr>
        <w:t>6</w:t>
      </w:r>
      <w:r w:rsidRPr="007E653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</w:t>
      </w:r>
      <w:r w:rsidRPr="007E653B">
        <w:rPr>
          <w:rFonts w:ascii="Times New Roman" w:hAnsi="Times New Roman"/>
        </w:rPr>
        <w:t xml:space="preserve">-    </w:t>
      </w:r>
      <w:r>
        <w:rPr>
          <w:rFonts w:ascii="Times New Roman" w:hAnsi="Times New Roman"/>
        </w:rPr>
        <w:t xml:space="preserve">  June</w:t>
      </w:r>
      <w:r w:rsidRPr="007E653B">
        <w:rPr>
          <w:rFonts w:ascii="Times New Roman" w:hAnsi="Times New Roman"/>
        </w:rPr>
        <w:t xml:space="preserve"> 30, 201</w:t>
      </w:r>
      <w:r>
        <w:rPr>
          <w:rFonts w:ascii="Times New Roman" w:hAnsi="Times New Roman"/>
        </w:rPr>
        <w:t>8 ,     Sr. Php Developer</w:t>
      </w:r>
    </w:p>
    <w:p w14:paraId="597374C8" w14:textId="77777777" w:rsidR="00175684" w:rsidRPr="007E653B" w:rsidRDefault="00C34552" w:rsidP="007E653B">
      <w:pPr>
        <w:spacing w:after="0"/>
        <w:rPr>
          <w:rFonts w:ascii="Times New Roman" w:hAnsi="Times New Roman"/>
        </w:rPr>
      </w:pPr>
      <w:proofErr w:type="spellStart"/>
      <w:r w:rsidRPr="007E653B">
        <w:rPr>
          <w:rFonts w:ascii="Times New Roman" w:hAnsi="Times New Roman"/>
        </w:rPr>
        <w:t>Ommune</w:t>
      </w:r>
      <w:proofErr w:type="spellEnd"/>
      <w:r w:rsidRPr="007E653B">
        <w:rPr>
          <w:rFonts w:ascii="Times New Roman" w:hAnsi="Times New Roman"/>
        </w:rPr>
        <w:t xml:space="preserve"> </w:t>
      </w:r>
      <w:r w:rsidR="00926E7F" w:rsidRPr="007E653B">
        <w:rPr>
          <w:rFonts w:ascii="Times New Roman" w:hAnsi="Times New Roman"/>
        </w:rPr>
        <w:t>IT Solution</w:t>
      </w:r>
      <w:r w:rsidRPr="007E653B">
        <w:rPr>
          <w:rFonts w:ascii="Times New Roman" w:hAnsi="Times New Roman"/>
        </w:rPr>
        <w:t xml:space="preserve"> Pvt Ltd</w:t>
      </w:r>
      <w:r w:rsidR="009715DC" w:rsidRPr="007E653B">
        <w:rPr>
          <w:rFonts w:ascii="Times New Roman" w:hAnsi="Times New Roman"/>
        </w:rPr>
        <w:t xml:space="preserve"> </w:t>
      </w:r>
      <w:r w:rsidR="00EA1BEB">
        <w:rPr>
          <w:rFonts w:ascii="Times New Roman" w:hAnsi="Times New Roman"/>
        </w:rPr>
        <w:t>Ahmedabad</w:t>
      </w:r>
      <w:r w:rsidR="009715DC" w:rsidRPr="007E653B">
        <w:rPr>
          <w:rFonts w:ascii="Times New Roman" w:hAnsi="Times New Roman"/>
        </w:rPr>
        <w:t xml:space="preserve">                   </w:t>
      </w:r>
      <w:r w:rsidR="00B907C2">
        <w:rPr>
          <w:rFonts w:ascii="Times New Roman" w:hAnsi="Times New Roman"/>
        </w:rPr>
        <w:t xml:space="preserve"> </w:t>
      </w:r>
      <w:r w:rsidR="00EA1BEB">
        <w:rPr>
          <w:rFonts w:ascii="Times New Roman" w:hAnsi="Times New Roman"/>
        </w:rPr>
        <w:t xml:space="preserve">      </w:t>
      </w:r>
      <w:r w:rsidR="00210EE3" w:rsidRPr="007E653B">
        <w:rPr>
          <w:rFonts w:ascii="Times New Roman" w:hAnsi="Times New Roman"/>
        </w:rPr>
        <w:t xml:space="preserve">May </w:t>
      </w:r>
      <w:r w:rsidR="008B7625" w:rsidRPr="007E653B">
        <w:rPr>
          <w:rFonts w:ascii="Times New Roman" w:hAnsi="Times New Roman"/>
        </w:rPr>
        <w:t>29,</w:t>
      </w:r>
      <w:r w:rsidR="008C2189" w:rsidRPr="007E653B">
        <w:rPr>
          <w:rFonts w:ascii="Times New Roman" w:hAnsi="Times New Roman"/>
        </w:rPr>
        <w:t xml:space="preserve"> </w:t>
      </w:r>
      <w:r w:rsidR="008B7625" w:rsidRPr="007E653B">
        <w:rPr>
          <w:rFonts w:ascii="Times New Roman" w:hAnsi="Times New Roman"/>
        </w:rPr>
        <w:t xml:space="preserve">2013 </w:t>
      </w:r>
      <w:r w:rsidR="00B907C2">
        <w:rPr>
          <w:rFonts w:ascii="Times New Roman" w:hAnsi="Times New Roman"/>
        </w:rPr>
        <w:t xml:space="preserve"> </w:t>
      </w:r>
      <w:r w:rsidR="008B7625" w:rsidRPr="007E653B">
        <w:rPr>
          <w:rFonts w:ascii="Times New Roman" w:hAnsi="Times New Roman"/>
        </w:rPr>
        <w:t>-</w:t>
      </w:r>
      <w:r w:rsidR="00D84EE2" w:rsidRPr="007E653B">
        <w:rPr>
          <w:rFonts w:ascii="Times New Roman" w:hAnsi="Times New Roman"/>
        </w:rPr>
        <w:t xml:space="preserve">  </w:t>
      </w:r>
      <w:r w:rsidR="00555528" w:rsidRPr="007E653B">
        <w:rPr>
          <w:rFonts w:ascii="Times New Roman" w:hAnsi="Times New Roman"/>
        </w:rPr>
        <w:t xml:space="preserve">  </w:t>
      </w:r>
      <w:r w:rsidR="00316D82">
        <w:rPr>
          <w:rFonts w:ascii="Times New Roman" w:hAnsi="Times New Roman"/>
        </w:rPr>
        <w:t xml:space="preserve"> </w:t>
      </w:r>
      <w:r w:rsidR="00306033">
        <w:rPr>
          <w:rFonts w:ascii="Times New Roman" w:hAnsi="Times New Roman"/>
        </w:rPr>
        <w:t xml:space="preserve"> </w:t>
      </w:r>
      <w:r w:rsidR="00D84EE2" w:rsidRPr="007E653B">
        <w:rPr>
          <w:rFonts w:ascii="Times New Roman" w:hAnsi="Times New Roman"/>
        </w:rPr>
        <w:t xml:space="preserve">Apr </w:t>
      </w:r>
      <w:r w:rsidR="005876A0" w:rsidRPr="007E653B">
        <w:rPr>
          <w:rFonts w:ascii="Times New Roman" w:hAnsi="Times New Roman"/>
        </w:rPr>
        <w:t>30,</w:t>
      </w:r>
      <w:r w:rsidR="00D84EE2" w:rsidRPr="007E653B">
        <w:rPr>
          <w:rFonts w:ascii="Times New Roman" w:hAnsi="Times New Roman"/>
        </w:rPr>
        <w:t xml:space="preserve"> </w:t>
      </w:r>
      <w:r w:rsidR="008C2189" w:rsidRPr="007E653B">
        <w:rPr>
          <w:rFonts w:ascii="Times New Roman" w:hAnsi="Times New Roman"/>
        </w:rPr>
        <w:t>2015</w:t>
      </w:r>
      <w:r w:rsidR="00BC561F">
        <w:rPr>
          <w:rFonts w:ascii="Times New Roman" w:hAnsi="Times New Roman"/>
        </w:rPr>
        <w:t xml:space="preserve"> ,      Sr. </w:t>
      </w:r>
      <w:r w:rsidR="00EE7D4D">
        <w:rPr>
          <w:rFonts w:ascii="Times New Roman" w:hAnsi="Times New Roman"/>
        </w:rPr>
        <w:t>Php</w:t>
      </w:r>
      <w:r w:rsidR="00BC561F">
        <w:rPr>
          <w:rFonts w:ascii="Times New Roman" w:hAnsi="Times New Roman"/>
        </w:rPr>
        <w:t xml:space="preserve"> </w:t>
      </w:r>
      <w:r w:rsidR="00EE7D4D">
        <w:rPr>
          <w:rFonts w:ascii="Times New Roman" w:hAnsi="Times New Roman"/>
        </w:rPr>
        <w:t>Developer</w:t>
      </w:r>
    </w:p>
    <w:p w14:paraId="3D53FE5E" w14:textId="48B3CFD6" w:rsidR="00C34552" w:rsidRPr="007E653B" w:rsidRDefault="007D2181" w:rsidP="007E653B">
      <w:pPr>
        <w:spacing w:after="0"/>
        <w:rPr>
          <w:rFonts w:ascii="Times New Roman" w:hAnsi="Times New Roman"/>
        </w:rPr>
      </w:pPr>
      <w:proofErr w:type="spellStart"/>
      <w:r w:rsidRPr="007E653B">
        <w:rPr>
          <w:rFonts w:ascii="Times New Roman" w:hAnsi="Times New Roman"/>
        </w:rPr>
        <w:t>Indu</w:t>
      </w:r>
      <w:r w:rsidR="00C34552" w:rsidRPr="007E653B">
        <w:rPr>
          <w:rFonts w:ascii="Times New Roman" w:hAnsi="Times New Roman"/>
        </w:rPr>
        <w:t>sa</w:t>
      </w:r>
      <w:proofErr w:type="spellEnd"/>
      <w:r w:rsidR="00C34552" w:rsidRPr="007E653B">
        <w:rPr>
          <w:rFonts w:ascii="Times New Roman" w:hAnsi="Times New Roman"/>
        </w:rPr>
        <w:t xml:space="preserve"> </w:t>
      </w:r>
      <w:r w:rsidR="000C6D38" w:rsidRPr="007E653B">
        <w:rPr>
          <w:rFonts w:ascii="Times New Roman" w:hAnsi="Times New Roman"/>
        </w:rPr>
        <w:t>I</w:t>
      </w:r>
      <w:r w:rsidR="00C34552" w:rsidRPr="007E653B">
        <w:rPr>
          <w:rFonts w:ascii="Times New Roman" w:hAnsi="Times New Roman"/>
        </w:rPr>
        <w:t>nfotech Pvt Ltd</w:t>
      </w:r>
      <w:r w:rsidR="00EA1BEB">
        <w:rPr>
          <w:rFonts w:ascii="Times New Roman" w:hAnsi="Times New Roman"/>
        </w:rPr>
        <w:t xml:space="preserve"> </w:t>
      </w:r>
      <w:r w:rsidR="00FD53EC" w:rsidRPr="007E653B">
        <w:rPr>
          <w:rFonts w:ascii="Times New Roman" w:hAnsi="Times New Roman"/>
        </w:rPr>
        <w:tab/>
      </w:r>
      <w:r w:rsidR="00EA1BEB">
        <w:rPr>
          <w:rFonts w:ascii="Times New Roman" w:hAnsi="Times New Roman"/>
        </w:rPr>
        <w:t xml:space="preserve"> Ahmedabad</w:t>
      </w:r>
      <w:r w:rsidR="00EA1BEB" w:rsidRPr="007E653B">
        <w:rPr>
          <w:rFonts w:ascii="Times New Roman" w:hAnsi="Times New Roman"/>
        </w:rPr>
        <w:t xml:space="preserve">             </w:t>
      </w:r>
      <w:r w:rsidR="00EA1BEB">
        <w:rPr>
          <w:rFonts w:ascii="Times New Roman" w:hAnsi="Times New Roman"/>
        </w:rPr>
        <w:t xml:space="preserve"> </w:t>
      </w:r>
      <w:r w:rsidR="00FD53EC" w:rsidRPr="007E653B">
        <w:rPr>
          <w:rFonts w:ascii="Times New Roman" w:hAnsi="Times New Roman"/>
        </w:rPr>
        <w:tab/>
      </w:r>
      <w:r w:rsidR="00FD53EC" w:rsidRPr="007E653B">
        <w:rPr>
          <w:rFonts w:ascii="Times New Roman" w:hAnsi="Times New Roman"/>
        </w:rPr>
        <w:tab/>
        <w:t xml:space="preserve">  </w:t>
      </w:r>
      <w:r w:rsidR="006C3221" w:rsidRPr="007E653B">
        <w:rPr>
          <w:rFonts w:ascii="Times New Roman" w:hAnsi="Times New Roman"/>
        </w:rPr>
        <w:t xml:space="preserve">July </w:t>
      </w:r>
      <w:r w:rsidR="00DF0C7B" w:rsidRPr="007E653B">
        <w:rPr>
          <w:rFonts w:ascii="Times New Roman" w:hAnsi="Times New Roman"/>
        </w:rPr>
        <w:t>16,</w:t>
      </w:r>
      <w:r w:rsidR="006C3221" w:rsidRPr="007E653B">
        <w:rPr>
          <w:rFonts w:ascii="Times New Roman" w:hAnsi="Times New Roman"/>
        </w:rPr>
        <w:t xml:space="preserve"> </w:t>
      </w:r>
      <w:r w:rsidR="008B7625" w:rsidRPr="007E653B">
        <w:rPr>
          <w:rFonts w:ascii="Times New Roman" w:hAnsi="Times New Roman"/>
        </w:rPr>
        <w:t>20</w:t>
      </w:r>
      <w:r w:rsidR="006B7920">
        <w:rPr>
          <w:rFonts w:ascii="Times New Roman" w:hAnsi="Times New Roman"/>
        </w:rPr>
        <w:t>1</w:t>
      </w:r>
      <w:r w:rsidR="008B7625" w:rsidRPr="007E653B">
        <w:rPr>
          <w:rFonts w:ascii="Times New Roman" w:hAnsi="Times New Roman"/>
        </w:rPr>
        <w:t xml:space="preserve">2 </w:t>
      </w:r>
      <w:r w:rsidR="00B907C2">
        <w:rPr>
          <w:rFonts w:ascii="Times New Roman" w:hAnsi="Times New Roman"/>
        </w:rPr>
        <w:t xml:space="preserve">   </w:t>
      </w:r>
      <w:r w:rsidR="008B7625" w:rsidRPr="007E653B">
        <w:rPr>
          <w:rFonts w:ascii="Times New Roman" w:hAnsi="Times New Roman"/>
        </w:rPr>
        <w:t>-</w:t>
      </w:r>
      <w:r w:rsidR="00555528" w:rsidRPr="007E653B">
        <w:rPr>
          <w:rFonts w:ascii="Times New Roman" w:hAnsi="Times New Roman"/>
        </w:rPr>
        <w:t xml:space="preserve"> </w:t>
      </w:r>
      <w:r w:rsidR="00210EE3" w:rsidRPr="007E653B">
        <w:rPr>
          <w:rFonts w:ascii="Times New Roman" w:hAnsi="Times New Roman"/>
        </w:rPr>
        <w:t xml:space="preserve"> </w:t>
      </w:r>
      <w:r w:rsidR="00555528" w:rsidRPr="007E653B">
        <w:rPr>
          <w:rFonts w:ascii="Times New Roman" w:hAnsi="Times New Roman"/>
        </w:rPr>
        <w:t xml:space="preserve">  </w:t>
      </w:r>
      <w:r w:rsidR="00210EE3" w:rsidRPr="007E653B">
        <w:rPr>
          <w:rFonts w:ascii="Times New Roman" w:hAnsi="Times New Roman"/>
        </w:rPr>
        <w:t>March</w:t>
      </w:r>
      <w:r w:rsidR="00606DA0" w:rsidRPr="007E653B">
        <w:rPr>
          <w:rFonts w:ascii="Times New Roman" w:hAnsi="Times New Roman"/>
        </w:rPr>
        <w:t xml:space="preserve"> </w:t>
      </w:r>
      <w:r w:rsidR="006B6A02" w:rsidRPr="007E653B">
        <w:rPr>
          <w:rFonts w:ascii="Times New Roman" w:hAnsi="Times New Roman"/>
        </w:rPr>
        <w:t>29,</w:t>
      </w:r>
      <w:r w:rsidR="00606DA0" w:rsidRPr="007E653B">
        <w:rPr>
          <w:rFonts w:ascii="Times New Roman" w:hAnsi="Times New Roman"/>
        </w:rPr>
        <w:t xml:space="preserve"> 2</w:t>
      </w:r>
      <w:r w:rsidR="00F9573D">
        <w:rPr>
          <w:rFonts w:ascii="Times New Roman" w:hAnsi="Times New Roman"/>
        </w:rPr>
        <w:t>0</w:t>
      </w:r>
      <w:r w:rsidR="007C7D5C">
        <w:rPr>
          <w:rFonts w:ascii="Times New Roman" w:hAnsi="Times New Roman"/>
        </w:rPr>
        <w:t>1</w:t>
      </w:r>
      <w:r w:rsidR="00606DA0" w:rsidRPr="007E653B">
        <w:rPr>
          <w:rFonts w:ascii="Times New Roman" w:hAnsi="Times New Roman"/>
        </w:rPr>
        <w:t>3</w:t>
      </w:r>
      <w:r w:rsidR="00BC561F">
        <w:rPr>
          <w:rFonts w:ascii="Times New Roman" w:hAnsi="Times New Roman"/>
        </w:rPr>
        <w:t xml:space="preserve"> ,  </w:t>
      </w:r>
      <w:r w:rsidR="00EE7D4D">
        <w:rPr>
          <w:rFonts w:ascii="Times New Roman" w:hAnsi="Times New Roman"/>
        </w:rPr>
        <w:t>Php</w:t>
      </w:r>
      <w:r w:rsidR="00BC561F">
        <w:rPr>
          <w:rFonts w:ascii="Times New Roman" w:hAnsi="Times New Roman"/>
        </w:rPr>
        <w:t xml:space="preserve"> </w:t>
      </w:r>
      <w:r w:rsidR="00EE7D4D">
        <w:rPr>
          <w:rFonts w:ascii="Times New Roman" w:hAnsi="Times New Roman"/>
        </w:rPr>
        <w:t>Developer</w:t>
      </w:r>
      <w:r w:rsidR="00BC561F">
        <w:rPr>
          <w:rFonts w:ascii="Times New Roman" w:hAnsi="Times New Roman"/>
        </w:rPr>
        <w:t xml:space="preserve"> </w:t>
      </w:r>
    </w:p>
    <w:p w14:paraId="5A52213B" w14:textId="77777777" w:rsidR="00BC561F" w:rsidRPr="007E653B" w:rsidRDefault="009026D0" w:rsidP="00BC561F">
      <w:pPr>
        <w:spacing w:after="0"/>
        <w:rPr>
          <w:rFonts w:ascii="Times New Roman" w:hAnsi="Times New Roman"/>
        </w:rPr>
      </w:pPr>
      <w:r w:rsidRPr="007E653B">
        <w:rPr>
          <w:rFonts w:ascii="Times New Roman" w:hAnsi="Times New Roman"/>
        </w:rPr>
        <w:t>Tops Technology</w:t>
      </w:r>
      <w:r w:rsidR="00EA1BEB">
        <w:rPr>
          <w:rFonts w:ascii="Times New Roman" w:hAnsi="Times New Roman"/>
        </w:rPr>
        <w:t xml:space="preserve"> Ahmedabad</w:t>
      </w:r>
      <w:r w:rsidR="00EA1BEB" w:rsidRPr="007E653B">
        <w:rPr>
          <w:rFonts w:ascii="Times New Roman" w:hAnsi="Times New Roman"/>
        </w:rPr>
        <w:t xml:space="preserve">                   </w:t>
      </w:r>
      <w:r w:rsidR="00EA1BEB">
        <w:rPr>
          <w:rFonts w:ascii="Times New Roman" w:hAnsi="Times New Roman"/>
        </w:rPr>
        <w:t xml:space="preserve"> </w:t>
      </w:r>
      <w:r w:rsidR="00800339" w:rsidRPr="007E653B">
        <w:rPr>
          <w:rFonts w:ascii="Times New Roman" w:hAnsi="Times New Roman"/>
        </w:rPr>
        <w:tab/>
      </w:r>
      <w:r w:rsidR="00800339" w:rsidRPr="007E653B">
        <w:rPr>
          <w:rFonts w:ascii="Times New Roman" w:hAnsi="Times New Roman"/>
        </w:rPr>
        <w:tab/>
        <w:t xml:space="preserve">  </w:t>
      </w:r>
      <w:r w:rsidR="00F4404B" w:rsidRPr="007E653B">
        <w:rPr>
          <w:rFonts w:ascii="Times New Roman" w:hAnsi="Times New Roman"/>
        </w:rPr>
        <w:t xml:space="preserve">Oct </w:t>
      </w:r>
      <w:r w:rsidR="0066220F" w:rsidRPr="007E653B">
        <w:rPr>
          <w:rFonts w:ascii="Times New Roman" w:hAnsi="Times New Roman"/>
        </w:rPr>
        <w:t>12,</w:t>
      </w:r>
      <w:r w:rsidR="00F4404B" w:rsidRPr="007E653B">
        <w:rPr>
          <w:rFonts w:ascii="Times New Roman" w:hAnsi="Times New Roman"/>
        </w:rPr>
        <w:t xml:space="preserve"> 2011</w:t>
      </w:r>
      <w:r w:rsidR="00555528" w:rsidRPr="007E653B">
        <w:rPr>
          <w:rFonts w:ascii="Times New Roman" w:hAnsi="Times New Roman"/>
        </w:rPr>
        <w:t xml:space="preserve">    </w:t>
      </w:r>
      <w:r w:rsidR="00B907C2">
        <w:rPr>
          <w:rFonts w:ascii="Times New Roman" w:hAnsi="Times New Roman"/>
        </w:rPr>
        <w:t xml:space="preserve"> </w:t>
      </w:r>
      <w:r w:rsidR="00555528" w:rsidRPr="007E653B">
        <w:rPr>
          <w:rFonts w:ascii="Times New Roman" w:hAnsi="Times New Roman"/>
        </w:rPr>
        <w:t>-</w:t>
      </w:r>
      <w:r w:rsidR="00D84EE2" w:rsidRPr="007E653B">
        <w:rPr>
          <w:rFonts w:ascii="Times New Roman" w:hAnsi="Times New Roman"/>
        </w:rPr>
        <w:t xml:space="preserve">   </w:t>
      </w:r>
      <w:r w:rsidR="00F4404B" w:rsidRPr="007E653B">
        <w:rPr>
          <w:rFonts w:ascii="Times New Roman" w:hAnsi="Times New Roman"/>
        </w:rPr>
        <w:t xml:space="preserve"> </w:t>
      </w:r>
      <w:r w:rsidR="00572BAA" w:rsidRPr="007E653B">
        <w:rPr>
          <w:rFonts w:ascii="Times New Roman" w:hAnsi="Times New Roman"/>
        </w:rPr>
        <w:t xml:space="preserve">June </w:t>
      </w:r>
      <w:r w:rsidR="00F4404B" w:rsidRPr="007E653B">
        <w:rPr>
          <w:rFonts w:ascii="Times New Roman" w:hAnsi="Times New Roman"/>
        </w:rPr>
        <w:t>15</w:t>
      </w:r>
      <w:r w:rsidR="00572BAA" w:rsidRPr="007E653B">
        <w:rPr>
          <w:rFonts w:ascii="Times New Roman" w:hAnsi="Times New Roman"/>
        </w:rPr>
        <w:t>,</w:t>
      </w:r>
      <w:r w:rsidR="00F4404B" w:rsidRPr="007E653B">
        <w:rPr>
          <w:rFonts w:ascii="Times New Roman" w:hAnsi="Times New Roman"/>
        </w:rPr>
        <w:t xml:space="preserve"> 2102</w:t>
      </w:r>
      <w:r w:rsidR="00BC561F">
        <w:rPr>
          <w:rFonts w:ascii="Times New Roman" w:hAnsi="Times New Roman"/>
        </w:rPr>
        <w:t xml:space="preserve"> ,     </w:t>
      </w:r>
      <w:r w:rsidR="00EE7D4D">
        <w:rPr>
          <w:rFonts w:ascii="Times New Roman" w:hAnsi="Times New Roman"/>
        </w:rPr>
        <w:t>Php</w:t>
      </w:r>
      <w:r w:rsidR="00BC561F">
        <w:rPr>
          <w:rFonts w:ascii="Times New Roman" w:hAnsi="Times New Roman"/>
        </w:rPr>
        <w:t xml:space="preserve"> </w:t>
      </w:r>
      <w:r w:rsidR="00EE7D4D">
        <w:rPr>
          <w:rFonts w:ascii="Times New Roman" w:hAnsi="Times New Roman"/>
        </w:rPr>
        <w:t>Developer</w:t>
      </w:r>
      <w:r w:rsidR="00BC561F">
        <w:rPr>
          <w:rFonts w:ascii="Times New Roman" w:hAnsi="Times New Roman"/>
        </w:rPr>
        <w:t xml:space="preserve"> </w:t>
      </w:r>
    </w:p>
    <w:p w14:paraId="1BD1C068" w14:textId="77777777" w:rsidR="00BC561F" w:rsidRPr="007E653B" w:rsidRDefault="00791ACB" w:rsidP="00BC561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Hitech </w:t>
      </w:r>
      <w:proofErr w:type="spellStart"/>
      <w:r>
        <w:rPr>
          <w:rFonts w:ascii="Times New Roman" w:hAnsi="Times New Roman"/>
        </w:rPr>
        <w:t>Info</w:t>
      </w:r>
      <w:r w:rsidR="00685C7E" w:rsidRPr="007E653B">
        <w:rPr>
          <w:rFonts w:ascii="Times New Roman" w:hAnsi="Times New Roman"/>
        </w:rPr>
        <w:t>soft</w:t>
      </w:r>
      <w:proofErr w:type="spellEnd"/>
      <w:r w:rsidR="00513642" w:rsidRPr="007E653B">
        <w:rPr>
          <w:rFonts w:ascii="Times New Roman" w:hAnsi="Times New Roman"/>
        </w:rPr>
        <w:tab/>
      </w:r>
      <w:r w:rsidR="00EA1BEB">
        <w:rPr>
          <w:rFonts w:ascii="Times New Roman" w:hAnsi="Times New Roman"/>
        </w:rPr>
        <w:t xml:space="preserve">   Ahmedabad</w:t>
      </w:r>
      <w:r w:rsidR="00EA1BEB" w:rsidRPr="007E653B">
        <w:rPr>
          <w:rFonts w:ascii="Times New Roman" w:hAnsi="Times New Roman"/>
        </w:rPr>
        <w:t xml:space="preserve">                   </w:t>
      </w:r>
      <w:r w:rsidR="00EA1BEB">
        <w:rPr>
          <w:rFonts w:ascii="Times New Roman" w:hAnsi="Times New Roman"/>
        </w:rPr>
        <w:t xml:space="preserve"> </w:t>
      </w:r>
      <w:r w:rsidR="00513642" w:rsidRPr="007E653B">
        <w:rPr>
          <w:rFonts w:ascii="Times New Roman" w:hAnsi="Times New Roman"/>
        </w:rPr>
        <w:tab/>
      </w:r>
      <w:r w:rsidR="00513642" w:rsidRPr="007E653B">
        <w:rPr>
          <w:rFonts w:ascii="Times New Roman" w:hAnsi="Times New Roman"/>
        </w:rPr>
        <w:tab/>
      </w:r>
      <w:r w:rsidR="003D61F0" w:rsidRPr="007E653B">
        <w:rPr>
          <w:rFonts w:ascii="Times New Roman" w:hAnsi="Times New Roman"/>
        </w:rPr>
        <w:t xml:space="preserve"> </w:t>
      </w:r>
      <w:r w:rsidR="00513642" w:rsidRPr="007E653B">
        <w:rPr>
          <w:rFonts w:ascii="Times New Roman" w:hAnsi="Times New Roman"/>
        </w:rPr>
        <w:t xml:space="preserve"> Feb 4, 2010 </w:t>
      </w:r>
      <w:r w:rsidR="00555528" w:rsidRPr="007E653B">
        <w:rPr>
          <w:rFonts w:ascii="Times New Roman" w:hAnsi="Times New Roman"/>
        </w:rPr>
        <w:t xml:space="preserve">     </w:t>
      </w:r>
      <w:r w:rsidR="00B907C2">
        <w:rPr>
          <w:rFonts w:ascii="Times New Roman" w:hAnsi="Times New Roman"/>
        </w:rPr>
        <w:t xml:space="preserve"> </w:t>
      </w:r>
      <w:r w:rsidR="00555528" w:rsidRPr="007E653B">
        <w:rPr>
          <w:rFonts w:ascii="Times New Roman" w:hAnsi="Times New Roman"/>
        </w:rPr>
        <w:t>-</w:t>
      </w:r>
      <w:r w:rsidR="00D84EE2" w:rsidRPr="007E653B">
        <w:rPr>
          <w:rFonts w:ascii="Times New Roman" w:hAnsi="Times New Roman"/>
        </w:rPr>
        <w:t xml:space="preserve">    </w:t>
      </w:r>
      <w:r w:rsidR="00714740" w:rsidRPr="007E653B">
        <w:rPr>
          <w:rFonts w:ascii="Times New Roman" w:hAnsi="Times New Roman"/>
        </w:rPr>
        <w:t>Sept</w:t>
      </w:r>
      <w:r w:rsidR="00210EE3" w:rsidRPr="007E653B">
        <w:rPr>
          <w:rFonts w:ascii="Times New Roman" w:hAnsi="Times New Roman"/>
        </w:rPr>
        <w:t>,</w:t>
      </w:r>
      <w:r w:rsidR="008F6DE8" w:rsidRPr="007E653B">
        <w:rPr>
          <w:rFonts w:ascii="Times New Roman" w:hAnsi="Times New Roman"/>
        </w:rPr>
        <w:t xml:space="preserve"> 4</w:t>
      </w:r>
      <w:r w:rsidR="0036365A">
        <w:rPr>
          <w:rFonts w:ascii="Times New Roman" w:hAnsi="Times New Roman"/>
        </w:rPr>
        <w:t>,</w:t>
      </w:r>
      <w:r w:rsidR="008F6DE8" w:rsidRPr="007E653B">
        <w:rPr>
          <w:rFonts w:ascii="Times New Roman" w:hAnsi="Times New Roman"/>
        </w:rPr>
        <w:t xml:space="preserve"> 2011</w:t>
      </w:r>
      <w:r w:rsidR="0081276C">
        <w:rPr>
          <w:rFonts w:ascii="Times New Roman" w:hAnsi="Times New Roman"/>
        </w:rPr>
        <w:t xml:space="preserve"> </w:t>
      </w:r>
      <w:r w:rsidR="00BC561F">
        <w:rPr>
          <w:rFonts w:ascii="Times New Roman" w:hAnsi="Times New Roman"/>
        </w:rPr>
        <w:t xml:space="preserve">       </w:t>
      </w:r>
      <w:r w:rsidR="00EE7D4D">
        <w:rPr>
          <w:rFonts w:ascii="Times New Roman" w:hAnsi="Times New Roman"/>
        </w:rPr>
        <w:t>Php</w:t>
      </w:r>
      <w:r w:rsidR="00BC561F">
        <w:rPr>
          <w:rFonts w:ascii="Times New Roman" w:hAnsi="Times New Roman"/>
        </w:rPr>
        <w:t xml:space="preserve"> </w:t>
      </w:r>
      <w:r w:rsidR="00EE7D4D">
        <w:rPr>
          <w:rFonts w:ascii="Times New Roman" w:hAnsi="Times New Roman"/>
        </w:rPr>
        <w:t>Developer</w:t>
      </w:r>
      <w:r w:rsidR="00BC561F">
        <w:rPr>
          <w:rFonts w:ascii="Times New Roman" w:hAnsi="Times New Roman"/>
        </w:rPr>
        <w:t xml:space="preserve"> </w:t>
      </w:r>
    </w:p>
    <w:p w14:paraId="58CF25CE" w14:textId="77777777" w:rsidR="002A58F2" w:rsidRDefault="002A58F2" w:rsidP="007E653B">
      <w:pPr>
        <w:spacing w:after="0"/>
        <w:rPr>
          <w:rFonts w:ascii="Times New Roman" w:hAnsi="Times New Roman"/>
        </w:rPr>
      </w:pPr>
    </w:p>
    <w:p w14:paraId="1DEA2961" w14:textId="77777777" w:rsidR="007D34B9" w:rsidRDefault="007D34B9" w:rsidP="007479AE">
      <w:pPr>
        <w:spacing w:after="0" w:line="240" w:lineRule="auto"/>
        <w:rPr>
          <w:color w:val="000000"/>
        </w:rPr>
      </w:pPr>
      <w:r>
        <w:rPr>
          <w:rFonts w:ascii="Times New Roman" w:hAnsi="Times New Roman"/>
          <w:b/>
        </w:rPr>
        <w:t>TECHNICAL</w:t>
      </w:r>
      <w:r w:rsidRPr="001F7781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SKILLS</w:t>
      </w:r>
      <w:r w:rsidR="00B25178">
        <w:rPr>
          <w:color w:val="000000"/>
        </w:rPr>
        <w:pict w14:anchorId="74EFF3A1">
          <v:rect id="_x0000_i1027" style="width:9in;height:1pt" o:hrstd="t" o:hrnoshade="t" o:hr="t" fillcolor="black" stroked="f"/>
        </w:pict>
      </w:r>
    </w:p>
    <w:p w14:paraId="3B42240A" w14:textId="77777777" w:rsidR="00115B96" w:rsidRDefault="00115B96" w:rsidP="007479AE">
      <w:pPr>
        <w:spacing w:after="0" w:line="240" w:lineRule="auto"/>
        <w:rPr>
          <w:rFonts w:ascii="Times New Roman" w:hAnsi="Times New Roman"/>
          <w:b/>
        </w:rPr>
      </w:pPr>
    </w:p>
    <w:p w14:paraId="736D5724" w14:textId="77777777" w:rsidR="00BD76D8" w:rsidRDefault="00EB35D1" w:rsidP="00557D1C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Web Technologies</w:t>
      </w:r>
      <w:r w:rsidR="00B94494">
        <w:rPr>
          <w:rFonts w:ascii="Times New Roman" w:hAnsi="Times New Roman"/>
          <w:b/>
        </w:rPr>
        <w:t xml:space="preserve"> &amp; Fram</w:t>
      </w:r>
      <w:r w:rsidR="00F97DA1">
        <w:rPr>
          <w:rFonts w:ascii="Times New Roman" w:hAnsi="Times New Roman"/>
          <w:b/>
        </w:rPr>
        <w:t>e</w:t>
      </w:r>
      <w:r w:rsidR="00B94494">
        <w:rPr>
          <w:rFonts w:ascii="Times New Roman" w:hAnsi="Times New Roman"/>
          <w:b/>
        </w:rPr>
        <w:t>wor</w:t>
      </w:r>
      <w:r w:rsidR="00AB0D28">
        <w:rPr>
          <w:rFonts w:ascii="Times New Roman" w:hAnsi="Times New Roman"/>
          <w:b/>
        </w:rPr>
        <w:t>k</w:t>
      </w:r>
      <w:r w:rsidR="00B94494">
        <w:rPr>
          <w:rFonts w:ascii="Times New Roman" w:hAnsi="Times New Roman"/>
          <w:b/>
        </w:rPr>
        <w:t>s</w:t>
      </w:r>
      <w:r w:rsidR="001A1605">
        <w:rPr>
          <w:rFonts w:ascii="Times New Roman" w:hAnsi="Times New Roman"/>
          <w:b/>
        </w:rPr>
        <w:t>:</w:t>
      </w:r>
    </w:p>
    <w:p w14:paraId="44B4F32B" w14:textId="77777777" w:rsidR="000D33DB" w:rsidRDefault="000D33DB" w:rsidP="00557D1C">
      <w:pPr>
        <w:spacing w:after="0"/>
        <w:rPr>
          <w:rFonts w:ascii="Times New Roman" w:hAnsi="Times New Roman"/>
          <w:b/>
        </w:rPr>
      </w:pPr>
    </w:p>
    <w:p w14:paraId="6CE19275" w14:textId="77777777" w:rsidR="00544E38" w:rsidRPr="00836F22" w:rsidRDefault="00406281" w:rsidP="00E76CA6">
      <w:pPr>
        <w:numPr>
          <w:ilvl w:val="0"/>
          <w:numId w:val="5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EB35D1" w:rsidRPr="00836F22">
        <w:rPr>
          <w:rFonts w:ascii="Times New Roman" w:hAnsi="Times New Roman"/>
        </w:rPr>
        <w:t>PHP</w:t>
      </w:r>
      <w:r w:rsidR="00B94494" w:rsidRPr="00836F22">
        <w:rPr>
          <w:rFonts w:ascii="Times New Roman" w:hAnsi="Times New Roman"/>
        </w:rPr>
        <w:t xml:space="preserve"> </w:t>
      </w:r>
      <w:r w:rsidR="00113080" w:rsidRPr="00836F22">
        <w:rPr>
          <w:rFonts w:ascii="Times New Roman" w:hAnsi="Times New Roman"/>
        </w:rPr>
        <w:t xml:space="preserve">, </w:t>
      </w:r>
      <w:proofErr w:type="spellStart"/>
      <w:r w:rsidR="00113080" w:rsidRPr="00836F22">
        <w:rPr>
          <w:rFonts w:ascii="Times New Roman" w:hAnsi="Times New Roman"/>
        </w:rPr>
        <w:t>Codeigniter</w:t>
      </w:r>
      <w:proofErr w:type="spellEnd"/>
      <w:r w:rsidR="00113080" w:rsidRPr="00836F22">
        <w:rPr>
          <w:rFonts w:ascii="Times New Roman" w:hAnsi="Times New Roman"/>
        </w:rPr>
        <w:t xml:space="preserve"> , </w:t>
      </w:r>
      <w:proofErr w:type="spellStart"/>
      <w:r w:rsidR="00113080" w:rsidRPr="00836F22">
        <w:rPr>
          <w:rFonts w:ascii="Times New Roman" w:hAnsi="Times New Roman"/>
        </w:rPr>
        <w:t>vTiger</w:t>
      </w:r>
      <w:proofErr w:type="spellEnd"/>
      <w:r w:rsidR="00113080" w:rsidRPr="00836F22">
        <w:rPr>
          <w:rFonts w:ascii="Times New Roman" w:hAnsi="Times New Roman"/>
        </w:rPr>
        <w:t xml:space="preserve"> </w:t>
      </w:r>
      <w:r w:rsidR="001A4AF0" w:rsidRPr="00836F22">
        <w:rPr>
          <w:rFonts w:ascii="Times New Roman" w:hAnsi="Times New Roman"/>
        </w:rPr>
        <w:t>(6.4)</w:t>
      </w:r>
      <w:r w:rsidR="000D3D9A" w:rsidRPr="00836F22">
        <w:rPr>
          <w:rFonts w:ascii="Times New Roman" w:hAnsi="Times New Roman"/>
        </w:rPr>
        <w:t xml:space="preserve"> </w:t>
      </w:r>
      <w:r w:rsidR="00113080" w:rsidRPr="00836F22">
        <w:rPr>
          <w:rFonts w:ascii="Times New Roman" w:hAnsi="Times New Roman"/>
        </w:rPr>
        <w:t>, Java</w:t>
      </w:r>
      <w:r w:rsidR="00DC41A1" w:rsidRPr="00836F22">
        <w:rPr>
          <w:rFonts w:ascii="Times New Roman" w:hAnsi="Times New Roman"/>
        </w:rPr>
        <w:t xml:space="preserve"> </w:t>
      </w:r>
      <w:r w:rsidR="005278AF" w:rsidRPr="00836F22">
        <w:rPr>
          <w:rFonts w:ascii="Times New Roman" w:hAnsi="Times New Roman"/>
        </w:rPr>
        <w:t>S</w:t>
      </w:r>
      <w:r w:rsidR="00113080" w:rsidRPr="00836F22">
        <w:rPr>
          <w:rFonts w:ascii="Times New Roman" w:hAnsi="Times New Roman"/>
        </w:rPr>
        <w:t>cript , Ajax , Json , Xml</w:t>
      </w:r>
      <w:r w:rsidR="00DC41A1" w:rsidRPr="00836F22">
        <w:rPr>
          <w:rFonts w:ascii="Times New Roman" w:hAnsi="Times New Roman"/>
        </w:rPr>
        <w:t xml:space="preserve"> , Web Service</w:t>
      </w:r>
      <w:r w:rsidR="00042C76" w:rsidRPr="00836F22">
        <w:rPr>
          <w:rFonts w:ascii="Times New Roman" w:hAnsi="Times New Roman"/>
        </w:rPr>
        <w:t xml:space="preserve"> </w:t>
      </w:r>
      <w:r w:rsidR="00605813">
        <w:rPr>
          <w:rFonts w:ascii="Times New Roman" w:hAnsi="Times New Roman"/>
        </w:rPr>
        <w:t xml:space="preserve">,Node </w:t>
      </w:r>
      <w:proofErr w:type="spellStart"/>
      <w:r w:rsidR="00605813">
        <w:rPr>
          <w:rFonts w:ascii="Times New Roman" w:hAnsi="Times New Roman"/>
        </w:rPr>
        <w:t>js</w:t>
      </w:r>
      <w:proofErr w:type="spellEnd"/>
      <w:r w:rsidR="00605813">
        <w:rPr>
          <w:rFonts w:ascii="Times New Roman" w:hAnsi="Times New Roman"/>
        </w:rPr>
        <w:t xml:space="preserve"> , MVC. </w:t>
      </w:r>
    </w:p>
    <w:p w14:paraId="24BC8A8B" w14:textId="77777777" w:rsidR="00AC4499" w:rsidRPr="00836F22" w:rsidRDefault="00F22594" w:rsidP="00E76CA6">
      <w:pPr>
        <w:numPr>
          <w:ilvl w:val="0"/>
          <w:numId w:val="5"/>
        </w:numPr>
        <w:spacing w:after="0"/>
        <w:rPr>
          <w:rFonts w:ascii="Times New Roman" w:hAnsi="Times New Roman"/>
        </w:rPr>
      </w:pPr>
      <w:r w:rsidRPr="00836F22">
        <w:rPr>
          <w:rFonts w:ascii="Times New Roman" w:hAnsi="Times New Roman"/>
        </w:rPr>
        <w:t xml:space="preserve"> MT4</w:t>
      </w:r>
      <w:r w:rsidR="00A36A20" w:rsidRPr="00836F22">
        <w:rPr>
          <w:rFonts w:ascii="Times New Roman" w:hAnsi="Times New Roman"/>
        </w:rPr>
        <w:t xml:space="preserve"> </w:t>
      </w:r>
      <w:r w:rsidRPr="00836F22">
        <w:rPr>
          <w:rFonts w:ascii="Times New Roman" w:hAnsi="Times New Roman"/>
        </w:rPr>
        <w:t>/</w:t>
      </w:r>
      <w:r w:rsidR="00A36A20" w:rsidRPr="00836F22">
        <w:rPr>
          <w:rFonts w:ascii="Times New Roman" w:hAnsi="Times New Roman"/>
        </w:rPr>
        <w:t xml:space="preserve"> </w:t>
      </w:r>
      <w:r w:rsidRPr="00836F22">
        <w:rPr>
          <w:rFonts w:ascii="Times New Roman" w:hAnsi="Times New Roman"/>
        </w:rPr>
        <w:t>MT5 APIS</w:t>
      </w:r>
      <w:r w:rsidR="0059360C" w:rsidRPr="00836F22">
        <w:rPr>
          <w:rFonts w:ascii="Times New Roman" w:hAnsi="Times New Roman"/>
        </w:rPr>
        <w:t xml:space="preserve"> , jQuery</w:t>
      </w:r>
      <w:r w:rsidR="00DD4EFA" w:rsidRPr="00836F22">
        <w:rPr>
          <w:rFonts w:ascii="Times New Roman" w:hAnsi="Times New Roman"/>
        </w:rPr>
        <w:t xml:space="preserve"> </w:t>
      </w:r>
    </w:p>
    <w:p w14:paraId="701BA9AB" w14:textId="77777777" w:rsidR="00E76CA6" w:rsidRDefault="00E76CA6" w:rsidP="00351D2B">
      <w:pPr>
        <w:spacing w:after="0"/>
        <w:ind w:left="360"/>
        <w:rPr>
          <w:rFonts w:ascii="Times New Roman" w:hAnsi="Times New Roman"/>
          <w:b/>
        </w:rPr>
      </w:pPr>
    </w:p>
    <w:p w14:paraId="704907A5" w14:textId="77777777" w:rsidR="003E73EB" w:rsidRDefault="00921F5D" w:rsidP="007F5E17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Software &amp; Technologies</w:t>
      </w:r>
    </w:p>
    <w:p w14:paraId="3CB72EF7" w14:textId="77777777" w:rsidR="006333A1" w:rsidRDefault="006333A1" w:rsidP="007F5E17">
      <w:pPr>
        <w:spacing w:after="0"/>
        <w:rPr>
          <w:rFonts w:ascii="Times New Roman" w:hAnsi="Times New Roman"/>
          <w:b/>
        </w:rPr>
      </w:pPr>
    </w:p>
    <w:p w14:paraId="5A919478" w14:textId="77777777" w:rsidR="00B60E5E" w:rsidRDefault="00453B67" w:rsidP="007F5E17">
      <w:pPr>
        <w:spacing w:after="0" w:line="240" w:lineRule="auto"/>
      </w:pPr>
      <w:r>
        <w:lastRenderedPageBreak/>
        <w:t xml:space="preserve">Development Tools: </w:t>
      </w:r>
      <w:r w:rsidR="00A8567A">
        <w:t xml:space="preserve"> </w:t>
      </w:r>
      <w:r w:rsidR="004962DD">
        <w:t xml:space="preserve">                                     </w:t>
      </w:r>
      <w:r w:rsidR="00E137F0">
        <w:t>Net beans,</w:t>
      </w:r>
      <w:r w:rsidR="00BB5FBA">
        <w:t xml:space="preserve"> </w:t>
      </w:r>
      <w:r w:rsidR="00DC6AEB">
        <w:t>Notep</w:t>
      </w:r>
      <w:r w:rsidR="0074219A">
        <w:t>ad++</w:t>
      </w:r>
      <w:r w:rsidR="00DE757F">
        <w:t xml:space="preserve"> ,</w:t>
      </w:r>
    </w:p>
    <w:p w14:paraId="1DF99829" w14:textId="77777777" w:rsidR="008132B4" w:rsidRDefault="00B60E5E" w:rsidP="00722B44">
      <w:pPr>
        <w:spacing w:after="0" w:line="240" w:lineRule="auto"/>
      </w:pPr>
      <w:r>
        <w:t xml:space="preserve">Database:                    </w:t>
      </w:r>
      <w:r w:rsidR="004962DD">
        <w:t xml:space="preserve">                                     </w:t>
      </w:r>
      <w:proofErr w:type="spellStart"/>
      <w:r w:rsidR="00005769">
        <w:t>MySql</w:t>
      </w:r>
      <w:proofErr w:type="spellEnd"/>
      <w:r w:rsidR="00005769">
        <w:t>,</w:t>
      </w:r>
      <w:r>
        <w:t xml:space="preserve"> Microsoft SQL Server (2005)</w:t>
      </w:r>
      <w:r w:rsidR="00DE757F">
        <w:t xml:space="preserve"> </w:t>
      </w:r>
    </w:p>
    <w:p w14:paraId="0B4F2B33" w14:textId="77777777" w:rsidR="001E738F" w:rsidRDefault="008108DA" w:rsidP="00722B44">
      <w:pPr>
        <w:spacing w:after="0" w:line="240" w:lineRule="auto"/>
        <w:rPr>
          <w:rFonts w:ascii="Times New Roman" w:hAnsi="Times New Roman"/>
          <w:b/>
        </w:rPr>
      </w:pPr>
      <w:r>
        <w:t>Plat</w:t>
      </w:r>
      <w:r w:rsidR="001E738F">
        <w:t>forms:</w:t>
      </w:r>
      <w:r w:rsidR="00CD02D3">
        <w:tab/>
      </w:r>
      <w:r w:rsidR="00CD02D3">
        <w:tab/>
      </w:r>
      <w:r w:rsidR="00CD02D3">
        <w:tab/>
      </w:r>
      <w:r w:rsidR="00CD02D3">
        <w:tab/>
        <w:t xml:space="preserve">  </w:t>
      </w:r>
      <w:r w:rsidR="0028525B">
        <w:t>Ubuntu,</w:t>
      </w:r>
      <w:r w:rsidR="00995DC6">
        <w:t xml:space="preserve"> Microsoft Windows</w:t>
      </w:r>
    </w:p>
    <w:p w14:paraId="7738EFE2" w14:textId="77777777" w:rsidR="0012021B" w:rsidRPr="009E03C9" w:rsidRDefault="0012021B" w:rsidP="00722B44">
      <w:pPr>
        <w:spacing w:after="0"/>
        <w:rPr>
          <w:rFonts w:ascii="Times New Roman" w:hAnsi="Times New Roman"/>
        </w:rPr>
      </w:pPr>
    </w:p>
    <w:p w14:paraId="5E579F52" w14:textId="77777777" w:rsidR="00666EBF" w:rsidRDefault="00A961E2" w:rsidP="00826815">
      <w:pPr>
        <w:spacing w:after="0" w:line="240" w:lineRule="auto"/>
        <w:jc w:val="both"/>
        <w:rPr>
          <w:color w:val="000000"/>
        </w:rPr>
      </w:pPr>
      <w:r>
        <w:rPr>
          <w:rFonts w:ascii="Times New Roman" w:hAnsi="Times New Roman"/>
          <w:b/>
        </w:rPr>
        <w:t>EDUCATION</w:t>
      </w:r>
      <w:r w:rsidR="00B25178">
        <w:rPr>
          <w:color w:val="000000"/>
        </w:rPr>
        <w:pict w14:anchorId="34626E6F">
          <v:rect id="_x0000_i1028" style="width:9in;height:1pt" o:hrstd="t" o:hrnoshade="t" o:hr="t" fillcolor="black" stroked="f"/>
        </w:pict>
      </w:r>
    </w:p>
    <w:p w14:paraId="6287EE1E" w14:textId="77777777" w:rsidR="00826815" w:rsidRPr="00826815" w:rsidRDefault="00826815" w:rsidP="00826815">
      <w:pPr>
        <w:spacing w:after="0" w:line="240" w:lineRule="auto"/>
        <w:jc w:val="both"/>
        <w:rPr>
          <w:color w:val="000000"/>
        </w:rPr>
      </w:pPr>
    </w:p>
    <w:p w14:paraId="13C6F33B" w14:textId="77777777" w:rsidR="00B539D2" w:rsidRDefault="00DC2AED" w:rsidP="00064AE0">
      <w:pPr>
        <w:numPr>
          <w:ilvl w:val="0"/>
          <w:numId w:val="6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Graduat</w:t>
      </w:r>
      <w:r w:rsidR="008E781F">
        <w:rPr>
          <w:rFonts w:ascii="Times New Roman" w:hAnsi="Times New Roman"/>
        </w:rPr>
        <w:t>e</w:t>
      </w:r>
      <w:r w:rsidR="000A4B19" w:rsidRPr="00863860">
        <w:rPr>
          <w:rFonts w:ascii="Times New Roman" w:hAnsi="Times New Roman"/>
        </w:rPr>
        <w:t xml:space="preserve"> (</w:t>
      </w:r>
      <w:proofErr w:type="spellStart"/>
      <w:r w:rsidR="000A4B19" w:rsidRPr="00863860">
        <w:rPr>
          <w:rFonts w:ascii="Times New Roman" w:hAnsi="Times New Roman"/>
        </w:rPr>
        <w:t>B.Sc</w:t>
      </w:r>
      <w:proofErr w:type="spellEnd"/>
      <w:r w:rsidR="009E2DF4" w:rsidRPr="00863860">
        <w:rPr>
          <w:rFonts w:ascii="Times New Roman" w:hAnsi="Times New Roman"/>
        </w:rPr>
        <w:t>)</w:t>
      </w:r>
      <w:r w:rsidR="009E2DF4">
        <w:rPr>
          <w:rFonts w:ascii="Times New Roman" w:hAnsi="Times New Roman"/>
        </w:rPr>
        <w:t xml:space="preserve"> from</w:t>
      </w:r>
      <w:r w:rsidR="0013213B">
        <w:rPr>
          <w:rFonts w:ascii="Times New Roman" w:hAnsi="Times New Roman"/>
        </w:rPr>
        <w:t xml:space="preserve"> </w:t>
      </w:r>
      <w:r w:rsidR="00BC73A2">
        <w:rPr>
          <w:rFonts w:ascii="Times New Roman" w:hAnsi="Times New Roman"/>
        </w:rPr>
        <w:t xml:space="preserve">S.G.R.R </w:t>
      </w:r>
      <w:r w:rsidR="00212347">
        <w:rPr>
          <w:rFonts w:ascii="Times New Roman" w:hAnsi="Times New Roman"/>
        </w:rPr>
        <w:t>Dehradun</w:t>
      </w:r>
      <w:r w:rsidR="007F5AC0">
        <w:rPr>
          <w:rFonts w:ascii="Times New Roman" w:hAnsi="Times New Roman"/>
        </w:rPr>
        <w:t>, Garhwal</w:t>
      </w:r>
      <w:r w:rsidR="001421E4">
        <w:rPr>
          <w:rFonts w:ascii="Times New Roman" w:hAnsi="Times New Roman"/>
        </w:rPr>
        <w:t xml:space="preserve"> </w:t>
      </w:r>
      <w:r w:rsidR="007F5AC0">
        <w:rPr>
          <w:rFonts w:ascii="Times New Roman" w:hAnsi="Times New Roman"/>
        </w:rPr>
        <w:t>University,</w:t>
      </w:r>
      <w:r w:rsidR="008B7380">
        <w:rPr>
          <w:rFonts w:ascii="Times New Roman" w:hAnsi="Times New Roman"/>
        </w:rPr>
        <w:t xml:space="preserve"> </w:t>
      </w:r>
      <w:r w:rsidR="003D7A55">
        <w:rPr>
          <w:rFonts w:ascii="Times New Roman" w:hAnsi="Times New Roman"/>
        </w:rPr>
        <w:t>Uttarakhand</w:t>
      </w:r>
      <w:r w:rsidR="00DA6C54">
        <w:rPr>
          <w:rFonts w:ascii="Times New Roman" w:hAnsi="Times New Roman"/>
        </w:rPr>
        <w:t>.</w:t>
      </w:r>
    </w:p>
    <w:p w14:paraId="526DDB59" w14:textId="77777777" w:rsidR="00A97A43" w:rsidRPr="00863860" w:rsidRDefault="003311A9" w:rsidP="00064AE0">
      <w:pPr>
        <w:numPr>
          <w:ilvl w:val="0"/>
          <w:numId w:val="6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Computer Diploma from NIIT Dehradun </w:t>
      </w:r>
      <w:r w:rsidR="00190482">
        <w:rPr>
          <w:rFonts w:ascii="Times New Roman" w:hAnsi="Times New Roman"/>
        </w:rPr>
        <w:t>Uttarakhand</w:t>
      </w:r>
      <w:r w:rsidR="005C0AD8">
        <w:rPr>
          <w:rFonts w:ascii="Times New Roman" w:hAnsi="Times New Roman"/>
        </w:rPr>
        <w:t>.</w:t>
      </w:r>
    </w:p>
    <w:p w14:paraId="5B84D905" w14:textId="77777777" w:rsidR="005C495B" w:rsidRDefault="005C495B" w:rsidP="00064AE0">
      <w:pPr>
        <w:spacing w:after="0"/>
        <w:rPr>
          <w:rFonts w:ascii="Times New Roman" w:hAnsi="Times New Roman"/>
          <w:b/>
        </w:rPr>
      </w:pPr>
    </w:p>
    <w:p w14:paraId="1286800B" w14:textId="77777777" w:rsidR="00591292" w:rsidRDefault="00591292" w:rsidP="00064AE0">
      <w:pPr>
        <w:spacing w:after="0"/>
        <w:rPr>
          <w:rFonts w:ascii="Times New Roman" w:hAnsi="Times New Roman"/>
          <w:b/>
        </w:rPr>
      </w:pPr>
    </w:p>
    <w:p w14:paraId="4CEAD6B3" w14:textId="77777777" w:rsidR="00591292" w:rsidRDefault="00591292" w:rsidP="00064AE0">
      <w:pPr>
        <w:spacing w:after="0"/>
        <w:rPr>
          <w:rFonts w:ascii="Times New Roman" w:hAnsi="Times New Roman"/>
          <w:b/>
        </w:rPr>
      </w:pPr>
    </w:p>
    <w:p w14:paraId="683B6D69" w14:textId="77777777" w:rsidR="00591292" w:rsidRDefault="00591292" w:rsidP="00064AE0">
      <w:pPr>
        <w:spacing w:after="0"/>
        <w:rPr>
          <w:rFonts w:ascii="Times New Roman" w:hAnsi="Times New Roman"/>
          <w:b/>
        </w:rPr>
      </w:pPr>
    </w:p>
    <w:p w14:paraId="4AE153EC" w14:textId="77777777" w:rsidR="00591292" w:rsidRDefault="00591292" w:rsidP="00064AE0">
      <w:pPr>
        <w:spacing w:after="0"/>
        <w:rPr>
          <w:rFonts w:ascii="Times New Roman" w:hAnsi="Times New Roman"/>
          <w:b/>
        </w:rPr>
      </w:pPr>
    </w:p>
    <w:p w14:paraId="415D6B76" w14:textId="77777777" w:rsidR="00591292" w:rsidRDefault="00591292" w:rsidP="00064AE0">
      <w:pPr>
        <w:spacing w:after="0"/>
        <w:rPr>
          <w:rFonts w:ascii="Times New Roman" w:hAnsi="Times New Roman"/>
          <w:b/>
        </w:rPr>
      </w:pPr>
    </w:p>
    <w:p w14:paraId="37F068D5" w14:textId="77777777" w:rsidR="009952F4" w:rsidRDefault="00012790" w:rsidP="009952F4">
      <w:pPr>
        <w:spacing w:after="0" w:line="240" w:lineRule="auto"/>
        <w:jc w:val="both"/>
        <w:rPr>
          <w:color w:val="000000"/>
        </w:rPr>
      </w:pPr>
      <w:r>
        <w:rPr>
          <w:rFonts w:ascii="Times New Roman" w:hAnsi="Times New Roman"/>
          <w:b/>
        </w:rPr>
        <w:t>PERSONAL DETAIL</w:t>
      </w:r>
      <w:r w:rsidR="00252A2B">
        <w:rPr>
          <w:rFonts w:ascii="Times New Roman" w:hAnsi="Times New Roman"/>
          <w:b/>
        </w:rPr>
        <w:t>S</w:t>
      </w:r>
      <w:r w:rsidR="00B25178">
        <w:rPr>
          <w:color w:val="000000"/>
        </w:rPr>
        <w:pict w14:anchorId="3F337769">
          <v:rect id="_x0000_i1029" style="width:9in;height:1pt" o:hrstd="t" o:hrnoshade="t" o:hr="t" fillcolor="black" stroked="f"/>
        </w:pict>
      </w:r>
    </w:p>
    <w:p w14:paraId="1CF27A7D" w14:textId="77777777" w:rsidR="009952F4" w:rsidRDefault="009952F4" w:rsidP="00064AE0">
      <w:pPr>
        <w:spacing w:after="0"/>
        <w:rPr>
          <w:rFonts w:ascii="Times New Roman" w:hAnsi="Times New Roman"/>
          <w:b/>
        </w:rPr>
      </w:pPr>
    </w:p>
    <w:p w14:paraId="1D51CF59" w14:textId="77777777" w:rsidR="0064244B" w:rsidRDefault="00E0407F" w:rsidP="00693488">
      <w:pPr>
        <w:tabs>
          <w:tab w:val="left" w:pos="2160"/>
        </w:tabs>
        <w:spacing w:after="0"/>
        <w:rPr>
          <w:rFonts w:ascii="Times New Roman" w:hAnsi="Times New Roman"/>
        </w:rPr>
      </w:pPr>
      <w:r w:rsidRPr="006C013D">
        <w:rPr>
          <w:rFonts w:ascii="Times New Roman" w:hAnsi="Times New Roman"/>
        </w:rPr>
        <w:t>Address</w:t>
      </w:r>
      <w:r>
        <w:rPr>
          <w:rFonts w:ascii="Times New Roman" w:hAnsi="Times New Roman"/>
          <w:b/>
        </w:rPr>
        <w:t xml:space="preserve">: </w:t>
      </w:r>
      <w:r w:rsidR="00B37BD7">
        <w:rPr>
          <w:rFonts w:ascii="Times New Roman" w:hAnsi="Times New Roman"/>
          <w:b/>
        </w:rPr>
        <w:t xml:space="preserve">  </w:t>
      </w:r>
      <w:r w:rsidR="00A71ACC">
        <w:rPr>
          <w:rFonts w:ascii="Times New Roman" w:hAnsi="Times New Roman"/>
          <w:b/>
        </w:rPr>
        <w:t xml:space="preserve">                  </w:t>
      </w:r>
      <w:r w:rsidR="0042618A">
        <w:rPr>
          <w:rFonts w:ascii="Times New Roman" w:hAnsi="Times New Roman"/>
          <w:b/>
        </w:rPr>
        <w:t xml:space="preserve">                </w:t>
      </w:r>
      <w:r w:rsidR="0050466A">
        <w:rPr>
          <w:rFonts w:ascii="Times New Roman" w:hAnsi="Times New Roman"/>
          <w:b/>
        </w:rPr>
        <w:tab/>
        <w:t xml:space="preserve">             </w:t>
      </w:r>
      <w:r w:rsidR="00075AD1">
        <w:rPr>
          <w:rFonts w:ascii="Times New Roman" w:hAnsi="Times New Roman"/>
          <w:b/>
        </w:rPr>
        <w:t>P</w:t>
      </w:r>
      <w:r w:rsidR="00075AD1">
        <w:rPr>
          <w:rFonts w:ascii="Times New Roman" w:hAnsi="Times New Roman"/>
        </w:rPr>
        <w:t>a</w:t>
      </w:r>
      <w:r w:rsidR="00075AD1" w:rsidRPr="00E0407F">
        <w:rPr>
          <w:rFonts w:ascii="Times New Roman" w:hAnsi="Times New Roman"/>
        </w:rPr>
        <w:t>radise</w:t>
      </w:r>
      <w:r w:rsidR="00FD27F6" w:rsidRPr="00E0407F">
        <w:rPr>
          <w:rFonts w:ascii="Times New Roman" w:hAnsi="Times New Roman"/>
        </w:rPr>
        <w:t xml:space="preserve"> </w:t>
      </w:r>
      <w:r w:rsidR="00D46DFA">
        <w:rPr>
          <w:rFonts w:ascii="Times New Roman" w:hAnsi="Times New Roman"/>
        </w:rPr>
        <w:t>p</w:t>
      </w:r>
      <w:r w:rsidR="00FD27F6" w:rsidRPr="00E0407F">
        <w:rPr>
          <w:rFonts w:ascii="Times New Roman" w:hAnsi="Times New Roman"/>
        </w:rPr>
        <w:t>ark</w:t>
      </w:r>
      <w:r w:rsidRPr="00E0407F">
        <w:rPr>
          <w:rFonts w:ascii="Times New Roman" w:hAnsi="Times New Roman"/>
        </w:rPr>
        <w:t xml:space="preserve">, </w:t>
      </w:r>
      <w:proofErr w:type="spellStart"/>
      <w:r w:rsidR="00D46DFA">
        <w:rPr>
          <w:rFonts w:ascii="Times New Roman" w:hAnsi="Times New Roman"/>
        </w:rPr>
        <w:t>s</w:t>
      </w:r>
      <w:r w:rsidRPr="00E0407F">
        <w:rPr>
          <w:rFonts w:ascii="Times New Roman" w:hAnsi="Times New Roman"/>
        </w:rPr>
        <w:t>.</w:t>
      </w:r>
      <w:r w:rsidR="00D46DFA">
        <w:rPr>
          <w:rFonts w:ascii="Times New Roman" w:hAnsi="Times New Roman"/>
        </w:rPr>
        <w:t>p</w:t>
      </w:r>
      <w:r w:rsidRPr="00E0407F">
        <w:rPr>
          <w:rFonts w:ascii="Times New Roman" w:hAnsi="Times New Roman"/>
        </w:rPr>
        <w:t>.</w:t>
      </w:r>
      <w:proofErr w:type="spellEnd"/>
      <w:r w:rsidRPr="00E0407F">
        <w:rPr>
          <w:rFonts w:ascii="Times New Roman" w:hAnsi="Times New Roman"/>
        </w:rPr>
        <w:t xml:space="preserve"> ring road </w:t>
      </w:r>
      <w:proofErr w:type="spellStart"/>
      <w:r w:rsidRPr="00E0407F">
        <w:rPr>
          <w:rFonts w:ascii="Times New Roman" w:hAnsi="Times New Roman"/>
        </w:rPr>
        <w:t>vinzol</w:t>
      </w:r>
      <w:proofErr w:type="spellEnd"/>
      <w:r w:rsidR="00B80659">
        <w:rPr>
          <w:rFonts w:ascii="Times New Roman" w:hAnsi="Times New Roman"/>
        </w:rPr>
        <w:t xml:space="preserve"> </w:t>
      </w:r>
      <w:r w:rsidR="00A71ACC">
        <w:rPr>
          <w:rFonts w:ascii="Times New Roman" w:hAnsi="Times New Roman"/>
        </w:rPr>
        <w:t>Ahm</w:t>
      </w:r>
      <w:r w:rsidR="00284530">
        <w:rPr>
          <w:rFonts w:ascii="Times New Roman" w:hAnsi="Times New Roman"/>
        </w:rPr>
        <w:t>e</w:t>
      </w:r>
      <w:r w:rsidR="00A71ACC">
        <w:rPr>
          <w:rFonts w:ascii="Times New Roman" w:hAnsi="Times New Roman"/>
        </w:rPr>
        <w:t>dabad</w:t>
      </w:r>
      <w:r w:rsidR="00315F77">
        <w:rPr>
          <w:rFonts w:ascii="Times New Roman" w:hAnsi="Times New Roman"/>
        </w:rPr>
        <w:t>.</w:t>
      </w:r>
    </w:p>
    <w:p w14:paraId="668C5D2D" w14:textId="77777777" w:rsidR="00A71ACC" w:rsidRDefault="00A71ACC" w:rsidP="00693488">
      <w:pPr>
        <w:tabs>
          <w:tab w:val="left" w:pos="216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Marital Status:            </w:t>
      </w:r>
      <w:r w:rsidR="0042618A">
        <w:rPr>
          <w:rFonts w:ascii="Times New Roman" w:hAnsi="Times New Roman"/>
        </w:rPr>
        <w:t xml:space="preserve">                 </w:t>
      </w:r>
      <w:r w:rsidR="0050466A">
        <w:rPr>
          <w:rFonts w:ascii="Times New Roman" w:hAnsi="Times New Roman"/>
        </w:rPr>
        <w:t xml:space="preserve">             </w:t>
      </w:r>
      <w:r>
        <w:rPr>
          <w:rFonts w:ascii="Times New Roman" w:hAnsi="Times New Roman"/>
        </w:rPr>
        <w:t>Married</w:t>
      </w:r>
    </w:p>
    <w:p w14:paraId="31DF6B01" w14:textId="77777777" w:rsidR="0087033F" w:rsidRDefault="0087033F" w:rsidP="00693488">
      <w:pPr>
        <w:tabs>
          <w:tab w:val="left" w:pos="2160"/>
        </w:tabs>
        <w:spacing w:after="0"/>
      </w:pPr>
      <w:r>
        <w:t xml:space="preserve">Nationality: </w:t>
      </w:r>
      <w:r w:rsidR="00BB5271">
        <w:t xml:space="preserve">                  </w:t>
      </w:r>
      <w:r w:rsidR="0042618A">
        <w:t xml:space="preserve">                  </w:t>
      </w:r>
      <w:r w:rsidR="0050466A">
        <w:t xml:space="preserve">               </w:t>
      </w:r>
      <w:r>
        <w:t>Indian</w:t>
      </w:r>
    </w:p>
    <w:p w14:paraId="6318CF2A" w14:textId="77777777" w:rsidR="0037438B" w:rsidRDefault="003F4D9D" w:rsidP="00693488">
      <w:pPr>
        <w:tabs>
          <w:tab w:val="left" w:pos="2160"/>
        </w:tabs>
        <w:spacing w:after="0"/>
      </w:pPr>
      <w:r>
        <w:t>Date o</w:t>
      </w:r>
      <w:r w:rsidR="0037438B">
        <w:t xml:space="preserve">f Birth:                                 </w:t>
      </w:r>
      <w:r w:rsidR="0050466A">
        <w:t xml:space="preserve">                </w:t>
      </w:r>
      <w:r w:rsidR="00EE7993">
        <w:t>05/12/1982</w:t>
      </w:r>
    </w:p>
    <w:p w14:paraId="49D07B3D" w14:textId="77777777" w:rsidR="002C10E2" w:rsidRDefault="0082719C" w:rsidP="00A85CB4">
      <w:pPr>
        <w:tabs>
          <w:tab w:val="left" w:pos="2160"/>
        </w:tabs>
        <w:spacing w:after="0"/>
      </w:pPr>
      <w:r>
        <w:t>Hobbies:</w:t>
      </w:r>
      <w:r w:rsidR="00196B88">
        <w:tab/>
        <w:t xml:space="preserve">             </w:t>
      </w:r>
      <w:r w:rsidR="002C3778">
        <w:tab/>
      </w:r>
      <w:r w:rsidR="002C3778">
        <w:tab/>
      </w:r>
      <w:r w:rsidR="00196B88">
        <w:t xml:space="preserve"> Traveling, listening music , snooker</w:t>
      </w:r>
      <w:r w:rsidR="00A41C37">
        <w:t xml:space="preserve">, playing  </w:t>
      </w:r>
      <w:r w:rsidR="00111718">
        <w:t>piano</w:t>
      </w:r>
    </w:p>
    <w:p w14:paraId="5E14AC19" w14:textId="77777777" w:rsidR="00444FF2" w:rsidRDefault="00444FF2" w:rsidP="00A85CB4">
      <w:pPr>
        <w:tabs>
          <w:tab w:val="left" w:pos="2160"/>
        </w:tabs>
        <w:spacing w:after="0"/>
      </w:pPr>
    </w:p>
    <w:p w14:paraId="5A1B2C39" w14:textId="77777777" w:rsidR="00444FF2" w:rsidRPr="00444FF2" w:rsidRDefault="00444FF2" w:rsidP="00444FF2">
      <w:pPr>
        <w:tabs>
          <w:tab w:val="left" w:pos="3180"/>
        </w:tabs>
        <w:spacing w:after="0"/>
        <w:jc w:val="both"/>
        <w:rPr>
          <w:rFonts w:ascii="Times New Roman" w:hAnsi="Times New Roman"/>
          <w:b/>
          <w:u w:val="single"/>
        </w:rPr>
      </w:pPr>
      <w:r w:rsidRPr="00444FF2">
        <w:rPr>
          <w:rFonts w:ascii="Times New Roman" w:hAnsi="Times New Roman"/>
          <w:b/>
          <w:u w:val="single"/>
        </w:rPr>
        <w:t>Declaration:-</w:t>
      </w:r>
    </w:p>
    <w:p w14:paraId="5F7C6B2F" w14:textId="77777777" w:rsidR="00444FF2" w:rsidRPr="00444FF2" w:rsidRDefault="00444FF2" w:rsidP="00444FF2">
      <w:pPr>
        <w:tabs>
          <w:tab w:val="left" w:pos="3180"/>
        </w:tabs>
        <w:spacing w:after="0"/>
        <w:jc w:val="both"/>
        <w:rPr>
          <w:rFonts w:ascii="Times New Roman" w:hAnsi="Times New Roman"/>
        </w:rPr>
      </w:pPr>
    </w:p>
    <w:p w14:paraId="4328DA2B" w14:textId="77777777" w:rsidR="00444FF2" w:rsidRPr="00444FF2" w:rsidRDefault="00444FF2" w:rsidP="00444FF2">
      <w:pPr>
        <w:spacing w:after="0"/>
        <w:rPr>
          <w:rFonts w:ascii="Times New Roman" w:hAnsi="Times New Roman"/>
        </w:rPr>
      </w:pPr>
      <w:r w:rsidRPr="00444FF2">
        <w:rPr>
          <w:rFonts w:ascii="Times New Roman" w:hAnsi="Times New Roman"/>
        </w:rPr>
        <w:t>I hereby declare that the above-mentioned information is correct up to my knowledge and I bear the responsibility for the correctness of the above-mentioned particulars.</w:t>
      </w:r>
    </w:p>
    <w:p w14:paraId="11467346" w14:textId="77777777" w:rsidR="00444FF2" w:rsidRPr="00444FF2" w:rsidRDefault="00444FF2" w:rsidP="00444FF2">
      <w:pPr>
        <w:tabs>
          <w:tab w:val="left" w:pos="2160"/>
        </w:tabs>
        <w:spacing w:after="0"/>
        <w:jc w:val="both"/>
        <w:rPr>
          <w:rFonts w:ascii="Times New Roman" w:hAnsi="Times New Roman"/>
        </w:rPr>
      </w:pPr>
    </w:p>
    <w:p w14:paraId="56C0FB20" w14:textId="77777777" w:rsidR="00444FF2" w:rsidRPr="00444FF2" w:rsidRDefault="00444FF2" w:rsidP="00166F65">
      <w:pPr>
        <w:tabs>
          <w:tab w:val="left" w:pos="720"/>
        </w:tabs>
        <w:spacing w:after="0"/>
        <w:jc w:val="both"/>
        <w:rPr>
          <w:rFonts w:ascii="Times New Roman" w:hAnsi="Times New Roman"/>
          <w:b/>
          <w:bCs/>
        </w:rPr>
      </w:pPr>
      <w:r w:rsidRPr="00444FF2">
        <w:rPr>
          <w:rFonts w:ascii="Times New Roman" w:hAnsi="Times New Roman"/>
          <w:b/>
        </w:rPr>
        <w:t>PLACE:</w:t>
      </w:r>
      <w:r w:rsidRPr="00444FF2">
        <w:rPr>
          <w:rFonts w:ascii="Times New Roman" w:hAnsi="Times New Roman"/>
        </w:rPr>
        <w:t xml:space="preserve"> Ahmedabad                                                                              </w:t>
      </w:r>
      <w:r w:rsidRPr="00444FF2">
        <w:rPr>
          <w:rFonts w:ascii="Times New Roman" w:hAnsi="Times New Roman"/>
          <w:b/>
          <w:bCs/>
        </w:rPr>
        <w:t>Signature</w:t>
      </w:r>
    </w:p>
    <w:p w14:paraId="446EEB64" w14:textId="77777777" w:rsidR="00444FF2" w:rsidRPr="00444FF2" w:rsidRDefault="00444FF2" w:rsidP="00166F65">
      <w:pPr>
        <w:tabs>
          <w:tab w:val="left" w:pos="720"/>
        </w:tabs>
        <w:spacing w:after="0"/>
        <w:jc w:val="both"/>
        <w:rPr>
          <w:rFonts w:ascii="Times New Roman" w:hAnsi="Times New Roman"/>
        </w:rPr>
      </w:pPr>
      <w:r w:rsidRPr="00444FF2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</w:t>
      </w:r>
      <w:r w:rsidRPr="00444FF2">
        <w:rPr>
          <w:rFonts w:ascii="Times New Roman" w:hAnsi="Times New Roman"/>
        </w:rPr>
        <w:t>Rohit Sharma</w:t>
      </w:r>
    </w:p>
    <w:p w14:paraId="6E494353" w14:textId="77777777" w:rsidR="00444FF2" w:rsidRPr="00A85CB4" w:rsidRDefault="00444FF2" w:rsidP="00166F65">
      <w:pPr>
        <w:tabs>
          <w:tab w:val="left" w:pos="2160"/>
        </w:tabs>
        <w:spacing w:after="0"/>
        <w:rPr>
          <w:rFonts w:ascii="Times New Roman" w:hAnsi="Times New Roman"/>
        </w:rPr>
      </w:pPr>
    </w:p>
    <w:sectPr w:rsidR="00444FF2" w:rsidRPr="00A85CB4" w:rsidSect="00504D1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A4B901" w14:textId="77777777" w:rsidR="00B25178" w:rsidRDefault="00B25178" w:rsidP="00831CBC">
      <w:pPr>
        <w:spacing w:after="0" w:line="240" w:lineRule="auto"/>
      </w:pPr>
      <w:r>
        <w:separator/>
      </w:r>
    </w:p>
  </w:endnote>
  <w:endnote w:type="continuationSeparator" w:id="0">
    <w:p w14:paraId="747289A5" w14:textId="77777777" w:rsidR="00B25178" w:rsidRDefault="00B25178" w:rsidP="00831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1CB930" w14:textId="77777777" w:rsidR="00B25178" w:rsidRDefault="00B25178" w:rsidP="00831CBC">
      <w:pPr>
        <w:spacing w:after="0" w:line="240" w:lineRule="auto"/>
      </w:pPr>
      <w:r>
        <w:separator/>
      </w:r>
    </w:p>
  </w:footnote>
  <w:footnote w:type="continuationSeparator" w:id="0">
    <w:p w14:paraId="58970750" w14:textId="77777777" w:rsidR="00B25178" w:rsidRDefault="00B25178" w:rsidP="00831C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39394E"/>
    <w:multiLevelType w:val="hybridMultilevel"/>
    <w:tmpl w:val="52F266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CFD7569"/>
    <w:multiLevelType w:val="hybridMultilevel"/>
    <w:tmpl w:val="2EE2F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C5C0C2C"/>
    <w:multiLevelType w:val="hybridMultilevel"/>
    <w:tmpl w:val="7130C9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C64345D"/>
    <w:multiLevelType w:val="hybridMultilevel"/>
    <w:tmpl w:val="FE1E7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CC5A2A"/>
    <w:multiLevelType w:val="hybridMultilevel"/>
    <w:tmpl w:val="6F12A4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E374F97"/>
    <w:multiLevelType w:val="hybridMultilevel"/>
    <w:tmpl w:val="1DE43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20"/>
  <w:drawingGridHorizontalSpacing w:val="115"/>
  <w:drawingGridVerticalSpacing w:val="18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778"/>
    <w:rsid w:val="00000748"/>
    <w:rsid w:val="000022EF"/>
    <w:rsid w:val="00005769"/>
    <w:rsid w:val="000108B9"/>
    <w:rsid w:val="00012790"/>
    <w:rsid w:val="000179B1"/>
    <w:rsid w:val="0002214B"/>
    <w:rsid w:val="00023034"/>
    <w:rsid w:val="00031035"/>
    <w:rsid w:val="0003110E"/>
    <w:rsid w:val="00031C3E"/>
    <w:rsid w:val="000410FF"/>
    <w:rsid w:val="0004232F"/>
    <w:rsid w:val="00042C76"/>
    <w:rsid w:val="00045114"/>
    <w:rsid w:val="00045C61"/>
    <w:rsid w:val="0004798D"/>
    <w:rsid w:val="0006127E"/>
    <w:rsid w:val="00062703"/>
    <w:rsid w:val="00064AE0"/>
    <w:rsid w:val="000734F6"/>
    <w:rsid w:val="00075AD1"/>
    <w:rsid w:val="00075D11"/>
    <w:rsid w:val="000761FD"/>
    <w:rsid w:val="00077081"/>
    <w:rsid w:val="0008110C"/>
    <w:rsid w:val="0008343E"/>
    <w:rsid w:val="00085496"/>
    <w:rsid w:val="0009474D"/>
    <w:rsid w:val="00094850"/>
    <w:rsid w:val="00096C52"/>
    <w:rsid w:val="000A4B19"/>
    <w:rsid w:val="000B37CF"/>
    <w:rsid w:val="000C6D38"/>
    <w:rsid w:val="000D2D5A"/>
    <w:rsid w:val="000D33DB"/>
    <w:rsid w:val="000D3D9A"/>
    <w:rsid w:val="000E037D"/>
    <w:rsid w:val="000E1322"/>
    <w:rsid w:val="000E28C3"/>
    <w:rsid w:val="000E627B"/>
    <w:rsid w:val="000F55D9"/>
    <w:rsid w:val="000F7D28"/>
    <w:rsid w:val="000F7E4C"/>
    <w:rsid w:val="00100914"/>
    <w:rsid w:val="0010142A"/>
    <w:rsid w:val="00102FC0"/>
    <w:rsid w:val="00107659"/>
    <w:rsid w:val="00111718"/>
    <w:rsid w:val="00113080"/>
    <w:rsid w:val="00113CEA"/>
    <w:rsid w:val="00114B30"/>
    <w:rsid w:val="00115B96"/>
    <w:rsid w:val="0012021B"/>
    <w:rsid w:val="00123029"/>
    <w:rsid w:val="0012367D"/>
    <w:rsid w:val="00127822"/>
    <w:rsid w:val="00131A72"/>
    <w:rsid w:val="0013213B"/>
    <w:rsid w:val="00132C58"/>
    <w:rsid w:val="00133C39"/>
    <w:rsid w:val="00134219"/>
    <w:rsid w:val="00134BB1"/>
    <w:rsid w:val="00136B41"/>
    <w:rsid w:val="001374C6"/>
    <w:rsid w:val="001410EC"/>
    <w:rsid w:val="001421E4"/>
    <w:rsid w:val="0014405A"/>
    <w:rsid w:val="00144946"/>
    <w:rsid w:val="0015013F"/>
    <w:rsid w:val="00161845"/>
    <w:rsid w:val="00162BA1"/>
    <w:rsid w:val="0016455B"/>
    <w:rsid w:val="00164AFF"/>
    <w:rsid w:val="00165A24"/>
    <w:rsid w:val="00166F65"/>
    <w:rsid w:val="0017344D"/>
    <w:rsid w:val="0017351F"/>
    <w:rsid w:val="00175684"/>
    <w:rsid w:val="00183D42"/>
    <w:rsid w:val="00190482"/>
    <w:rsid w:val="00191A97"/>
    <w:rsid w:val="00194162"/>
    <w:rsid w:val="00196B88"/>
    <w:rsid w:val="001A1605"/>
    <w:rsid w:val="001A4AF0"/>
    <w:rsid w:val="001A79DF"/>
    <w:rsid w:val="001B2579"/>
    <w:rsid w:val="001B5344"/>
    <w:rsid w:val="001B553C"/>
    <w:rsid w:val="001B56F6"/>
    <w:rsid w:val="001C15D2"/>
    <w:rsid w:val="001C2367"/>
    <w:rsid w:val="001C4AED"/>
    <w:rsid w:val="001C5725"/>
    <w:rsid w:val="001D15E0"/>
    <w:rsid w:val="001D4594"/>
    <w:rsid w:val="001E1549"/>
    <w:rsid w:val="001E738F"/>
    <w:rsid w:val="001F076A"/>
    <w:rsid w:val="001F6646"/>
    <w:rsid w:val="001F7781"/>
    <w:rsid w:val="00202637"/>
    <w:rsid w:val="002050B8"/>
    <w:rsid w:val="00210EE3"/>
    <w:rsid w:val="00212347"/>
    <w:rsid w:val="00221AA8"/>
    <w:rsid w:val="00230A59"/>
    <w:rsid w:val="00231882"/>
    <w:rsid w:val="00231BD4"/>
    <w:rsid w:val="002326C9"/>
    <w:rsid w:val="00244BC0"/>
    <w:rsid w:val="0024684B"/>
    <w:rsid w:val="00246894"/>
    <w:rsid w:val="00251EF4"/>
    <w:rsid w:val="00252A2B"/>
    <w:rsid w:val="00264FE9"/>
    <w:rsid w:val="00273CA6"/>
    <w:rsid w:val="0027762F"/>
    <w:rsid w:val="0028047C"/>
    <w:rsid w:val="002838F5"/>
    <w:rsid w:val="00284530"/>
    <w:rsid w:val="002849D8"/>
    <w:rsid w:val="0028525B"/>
    <w:rsid w:val="002908B6"/>
    <w:rsid w:val="002908DE"/>
    <w:rsid w:val="00296BD2"/>
    <w:rsid w:val="002A1EEB"/>
    <w:rsid w:val="002A2563"/>
    <w:rsid w:val="002A4D7D"/>
    <w:rsid w:val="002A58F2"/>
    <w:rsid w:val="002B0083"/>
    <w:rsid w:val="002B20AC"/>
    <w:rsid w:val="002B3F0F"/>
    <w:rsid w:val="002B5730"/>
    <w:rsid w:val="002B78BA"/>
    <w:rsid w:val="002C0197"/>
    <w:rsid w:val="002C10E2"/>
    <w:rsid w:val="002C32E0"/>
    <w:rsid w:val="002C3778"/>
    <w:rsid w:val="002D4C58"/>
    <w:rsid w:val="002E42C0"/>
    <w:rsid w:val="002E4AB0"/>
    <w:rsid w:val="002E6357"/>
    <w:rsid w:val="002F1A52"/>
    <w:rsid w:val="002F60ED"/>
    <w:rsid w:val="002F7939"/>
    <w:rsid w:val="00303F35"/>
    <w:rsid w:val="00304173"/>
    <w:rsid w:val="00304971"/>
    <w:rsid w:val="0030552A"/>
    <w:rsid w:val="00306033"/>
    <w:rsid w:val="00307E3D"/>
    <w:rsid w:val="003115B1"/>
    <w:rsid w:val="00312595"/>
    <w:rsid w:val="00313473"/>
    <w:rsid w:val="00315753"/>
    <w:rsid w:val="00315F77"/>
    <w:rsid w:val="0031621A"/>
    <w:rsid w:val="003164F6"/>
    <w:rsid w:val="00316D82"/>
    <w:rsid w:val="00317057"/>
    <w:rsid w:val="00317EDF"/>
    <w:rsid w:val="00320272"/>
    <w:rsid w:val="003235FB"/>
    <w:rsid w:val="00323E22"/>
    <w:rsid w:val="00327629"/>
    <w:rsid w:val="003310FC"/>
    <w:rsid w:val="003311A9"/>
    <w:rsid w:val="003316ED"/>
    <w:rsid w:val="00341EC5"/>
    <w:rsid w:val="003431FD"/>
    <w:rsid w:val="00343527"/>
    <w:rsid w:val="00347670"/>
    <w:rsid w:val="003477F9"/>
    <w:rsid w:val="00350D35"/>
    <w:rsid w:val="00351D2B"/>
    <w:rsid w:val="0035344C"/>
    <w:rsid w:val="00355189"/>
    <w:rsid w:val="00361075"/>
    <w:rsid w:val="003612F1"/>
    <w:rsid w:val="003632AC"/>
    <w:rsid w:val="0036365A"/>
    <w:rsid w:val="003639BC"/>
    <w:rsid w:val="00364577"/>
    <w:rsid w:val="00364B76"/>
    <w:rsid w:val="00365313"/>
    <w:rsid w:val="003737AF"/>
    <w:rsid w:val="0037438B"/>
    <w:rsid w:val="00374F49"/>
    <w:rsid w:val="00384313"/>
    <w:rsid w:val="00385218"/>
    <w:rsid w:val="003938F0"/>
    <w:rsid w:val="00395B77"/>
    <w:rsid w:val="003A602A"/>
    <w:rsid w:val="003B1333"/>
    <w:rsid w:val="003B17F0"/>
    <w:rsid w:val="003C1EFB"/>
    <w:rsid w:val="003C3789"/>
    <w:rsid w:val="003D03F1"/>
    <w:rsid w:val="003D61F0"/>
    <w:rsid w:val="003D7A55"/>
    <w:rsid w:val="003E556F"/>
    <w:rsid w:val="003E55F5"/>
    <w:rsid w:val="003E6D0D"/>
    <w:rsid w:val="003E71AE"/>
    <w:rsid w:val="003E73EB"/>
    <w:rsid w:val="003F1A89"/>
    <w:rsid w:val="003F2125"/>
    <w:rsid w:val="003F4D9D"/>
    <w:rsid w:val="003F5DA6"/>
    <w:rsid w:val="003F68BD"/>
    <w:rsid w:val="00401207"/>
    <w:rsid w:val="00401806"/>
    <w:rsid w:val="00406281"/>
    <w:rsid w:val="00406C7D"/>
    <w:rsid w:val="00410744"/>
    <w:rsid w:val="0042618A"/>
    <w:rsid w:val="004359CA"/>
    <w:rsid w:val="00444FF2"/>
    <w:rsid w:val="00445EA2"/>
    <w:rsid w:val="004471D1"/>
    <w:rsid w:val="00453B67"/>
    <w:rsid w:val="004611CE"/>
    <w:rsid w:val="00463FD0"/>
    <w:rsid w:val="004661B8"/>
    <w:rsid w:val="004711F5"/>
    <w:rsid w:val="0047174D"/>
    <w:rsid w:val="004736F4"/>
    <w:rsid w:val="0048684E"/>
    <w:rsid w:val="0049113B"/>
    <w:rsid w:val="00491817"/>
    <w:rsid w:val="00495DE9"/>
    <w:rsid w:val="004962DD"/>
    <w:rsid w:val="004A51F1"/>
    <w:rsid w:val="004A73EE"/>
    <w:rsid w:val="004A776F"/>
    <w:rsid w:val="004B0145"/>
    <w:rsid w:val="004B4B00"/>
    <w:rsid w:val="004C2230"/>
    <w:rsid w:val="004C756A"/>
    <w:rsid w:val="004D0AD3"/>
    <w:rsid w:val="004D1583"/>
    <w:rsid w:val="004D1628"/>
    <w:rsid w:val="004D3CDA"/>
    <w:rsid w:val="004D4544"/>
    <w:rsid w:val="004D5AF1"/>
    <w:rsid w:val="004E1037"/>
    <w:rsid w:val="004E13DB"/>
    <w:rsid w:val="004F4DA1"/>
    <w:rsid w:val="005025CA"/>
    <w:rsid w:val="005026EA"/>
    <w:rsid w:val="0050466A"/>
    <w:rsid w:val="00504D10"/>
    <w:rsid w:val="0050665F"/>
    <w:rsid w:val="00512AD2"/>
    <w:rsid w:val="00513642"/>
    <w:rsid w:val="005278AF"/>
    <w:rsid w:val="005307BD"/>
    <w:rsid w:val="0053343D"/>
    <w:rsid w:val="00534A9C"/>
    <w:rsid w:val="00537253"/>
    <w:rsid w:val="00542A93"/>
    <w:rsid w:val="00543BC9"/>
    <w:rsid w:val="00543C2F"/>
    <w:rsid w:val="00544E38"/>
    <w:rsid w:val="0054696D"/>
    <w:rsid w:val="00553B65"/>
    <w:rsid w:val="00555528"/>
    <w:rsid w:val="00556004"/>
    <w:rsid w:val="00557D1C"/>
    <w:rsid w:val="00566E4C"/>
    <w:rsid w:val="00572BAA"/>
    <w:rsid w:val="0058206E"/>
    <w:rsid w:val="00585B5F"/>
    <w:rsid w:val="00585E3F"/>
    <w:rsid w:val="005876A0"/>
    <w:rsid w:val="00590E32"/>
    <w:rsid w:val="00591292"/>
    <w:rsid w:val="00592FE5"/>
    <w:rsid w:val="0059360C"/>
    <w:rsid w:val="005963EC"/>
    <w:rsid w:val="005A1B17"/>
    <w:rsid w:val="005A242B"/>
    <w:rsid w:val="005A743E"/>
    <w:rsid w:val="005B0915"/>
    <w:rsid w:val="005C0AD8"/>
    <w:rsid w:val="005C195E"/>
    <w:rsid w:val="005C2EED"/>
    <w:rsid w:val="005C3496"/>
    <w:rsid w:val="005C3E95"/>
    <w:rsid w:val="005C495B"/>
    <w:rsid w:val="005C4CF9"/>
    <w:rsid w:val="005C72BE"/>
    <w:rsid w:val="005D659A"/>
    <w:rsid w:val="005E4993"/>
    <w:rsid w:val="005E72C9"/>
    <w:rsid w:val="005E78FE"/>
    <w:rsid w:val="005F253C"/>
    <w:rsid w:val="005F5192"/>
    <w:rsid w:val="00601CD7"/>
    <w:rsid w:val="00605813"/>
    <w:rsid w:val="00606DA0"/>
    <w:rsid w:val="00613B5B"/>
    <w:rsid w:val="00617894"/>
    <w:rsid w:val="00620B8F"/>
    <w:rsid w:val="0063025F"/>
    <w:rsid w:val="006333A1"/>
    <w:rsid w:val="0064244B"/>
    <w:rsid w:val="00650F96"/>
    <w:rsid w:val="00655C8C"/>
    <w:rsid w:val="00661ED7"/>
    <w:rsid w:val="0066220F"/>
    <w:rsid w:val="006664D1"/>
    <w:rsid w:val="00666EBF"/>
    <w:rsid w:val="00672F50"/>
    <w:rsid w:val="00674A0C"/>
    <w:rsid w:val="006806FB"/>
    <w:rsid w:val="00680B40"/>
    <w:rsid w:val="00685C7E"/>
    <w:rsid w:val="00690B82"/>
    <w:rsid w:val="00693488"/>
    <w:rsid w:val="00693950"/>
    <w:rsid w:val="00694557"/>
    <w:rsid w:val="006A0FAA"/>
    <w:rsid w:val="006A3E35"/>
    <w:rsid w:val="006A4974"/>
    <w:rsid w:val="006B01FA"/>
    <w:rsid w:val="006B10A1"/>
    <w:rsid w:val="006B2837"/>
    <w:rsid w:val="006B5DFE"/>
    <w:rsid w:val="006B6A02"/>
    <w:rsid w:val="006B781C"/>
    <w:rsid w:val="006B7920"/>
    <w:rsid w:val="006C013D"/>
    <w:rsid w:val="006C023B"/>
    <w:rsid w:val="006C108D"/>
    <w:rsid w:val="006C3221"/>
    <w:rsid w:val="006C4E61"/>
    <w:rsid w:val="006D1B46"/>
    <w:rsid w:val="006D3DA7"/>
    <w:rsid w:val="006E1555"/>
    <w:rsid w:val="006E4F58"/>
    <w:rsid w:val="006E53E4"/>
    <w:rsid w:val="006F49E4"/>
    <w:rsid w:val="006F65F9"/>
    <w:rsid w:val="00701B75"/>
    <w:rsid w:val="0070446D"/>
    <w:rsid w:val="00710110"/>
    <w:rsid w:val="007137C3"/>
    <w:rsid w:val="0071410B"/>
    <w:rsid w:val="00714740"/>
    <w:rsid w:val="007168C0"/>
    <w:rsid w:val="00720FD1"/>
    <w:rsid w:val="00721D21"/>
    <w:rsid w:val="00722B44"/>
    <w:rsid w:val="007234BB"/>
    <w:rsid w:val="007238B4"/>
    <w:rsid w:val="0072401D"/>
    <w:rsid w:val="00724765"/>
    <w:rsid w:val="00731D93"/>
    <w:rsid w:val="00732A21"/>
    <w:rsid w:val="00735637"/>
    <w:rsid w:val="007365DB"/>
    <w:rsid w:val="0074219A"/>
    <w:rsid w:val="007479AE"/>
    <w:rsid w:val="00751C1A"/>
    <w:rsid w:val="00753CC0"/>
    <w:rsid w:val="007550D6"/>
    <w:rsid w:val="00757654"/>
    <w:rsid w:val="0077481C"/>
    <w:rsid w:val="00774AF7"/>
    <w:rsid w:val="00777AD7"/>
    <w:rsid w:val="00784C9C"/>
    <w:rsid w:val="007865B4"/>
    <w:rsid w:val="00791ACB"/>
    <w:rsid w:val="00794E4B"/>
    <w:rsid w:val="007950DB"/>
    <w:rsid w:val="007970FF"/>
    <w:rsid w:val="007A2061"/>
    <w:rsid w:val="007A7695"/>
    <w:rsid w:val="007B2033"/>
    <w:rsid w:val="007C3879"/>
    <w:rsid w:val="007C4E3E"/>
    <w:rsid w:val="007C6914"/>
    <w:rsid w:val="007C7D5C"/>
    <w:rsid w:val="007D0C1E"/>
    <w:rsid w:val="007D2181"/>
    <w:rsid w:val="007D2DE9"/>
    <w:rsid w:val="007D34B9"/>
    <w:rsid w:val="007E0BE2"/>
    <w:rsid w:val="007E1A9F"/>
    <w:rsid w:val="007E5B22"/>
    <w:rsid w:val="007E653B"/>
    <w:rsid w:val="007F095C"/>
    <w:rsid w:val="007F18BE"/>
    <w:rsid w:val="007F5AC0"/>
    <w:rsid w:val="007F5E17"/>
    <w:rsid w:val="00800339"/>
    <w:rsid w:val="008007C3"/>
    <w:rsid w:val="0080298F"/>
    <w:rsid w:val="00804D43"/>
    <w:rsid w:val="008061DF"/>
    <w:rsid w:val="008068E3"/>
    <w:rsid w:val="008108DA"/>
    <w:rsid w:val="0081276C"/>
    <w:rsid w:val="0081321D"/>
    <w:rsid w:val="008132B4"/>
    <w:rsid w:val="008134AB"/>
    <w:rsid w:val="00820B31"/>
    <w:rsid w:val="008244CE"/>
    <w:rsid w:val="00826815"/>
    <w:rsid w:val="0082719C"/>
    <w:rsid w:val="00827B58"/>
    <w:rsid w:val="00831559"/>
    <w:rsid w:val="00831CBC"/>
    <w:rsid w:val="00836F22"/>
    <w:rsid w:val="00854036"/>
    <w:rsid w:val="0085435B"/>
    <w:rsid w:val="00854DF9"/>
    <w:rsid w:val="00863860"/>
    <w:rsid w:val="00864F43"/>
    <w:rsid w:val="008655D8"/>
    <w:rsid w:val="00867723"/>
    <w:rsid w:val="0087033F"/>
    <w:rsid w:val="00882D3F"/>
    <w:rsid w:val="008A6296"/>
    <w:rsid w:val="008B041E"/>
    <w:rsid w:val="008B08FC"/>
    <w:rsid w:val="008B371B"/>
    <w:rsid w:val="008B7380"/>
    <w:rsid w:val="008B7625"/>
    <w:rsid w:val="008C2189"/>
    <w:rsid w:val="008C740D"/>
    <w:rsid w:val="008C75A0"/>
    <w:rsid w:val="008D2FC7"/>
    <w:rsid w:val="008D3D09"/>
    <w:rsid w:val="008D5BB7"/>
    <w:rsid w:val="008E2AE3"/>
    <w:rsid w:val="008E652A"/>
    <w:rsid w:val="008E781F"/>
    <w:rsid w:val="008F6DE8"/>
    <w:rsid w:val="0090096F"/>
    <w:rsid w:val="009021F9"/>
    <w:rsid w:val="009026D0"/>
    <w:rsid w:val="009172F1"/>
    <w:rsid w:val="00921F5D"/>
    <w:rsid w:val="00923462"/>
    <w:rsid w:val="00926E7F"/>
    <w:rsid w:val="00932DF0"/>
    <w:rsid w:val="00933266"/>
    <w:rsid w:val="00941549"/>
    <w:rsid w:val="00941FE7"/>
    <w:rsid w:val="00943715"/>
    <w:rsid w:val="0094468D"/>
    <w:rsid w:val="00951B6D"/>
    <w:rsid w:val="0095436F"/>
    <w:rsid w:val="00961213"/>
    <w:rsid w:val="00964829"/>
    <w:rsid w:val="009715DC"/>
    <w:rsid w:val="00972A86"/>
    <w:rsid w:val="00972AF2"/>
    <w:rsid w:val="00974CEC"/>
    <w:rsid w:val="009827FB"/>
    <w:rsid w:val="00984BDA"/>
    <w:rsid w:val="009952F4"/>
    <w:rsid w:val="0099557B"/>
    <w:rsid w:val="00995DC6"/>
    <w:rsid w:val="00997F89"/>
    <w:rsid w:val="009A091C"/>
    <w:rsid w:val="009A0939"/>
    <w:rsid w:val="009A35CF"/>
    <w:rsid w:val="009B2225"/>
    <w:rsid w:val="009B2273"/>
    <w:rsid w:val="009B2544"/>
    <w:rsid w:val="009B5848"/>
    <w:rsid w:val="009D6133"/>
    <w:rsid w:val="009D7091"/>
    <w:rsid w:val="009E03C9"/>
    <w:rsid w:val="009E234A"/>
    <w:rsid w:val="009E23D2"/>
    <w:rsid w:val="009E2DF4"/>
    <w:rsid w:val="009F1835"/>
    <w:rsid w:val="009F23B8"/>
    <w:rsid w:val="009F7CC0"/>
    <w:rsid w:val="00A037F0"/>
    <w:rsid w:val="00A04D6D"/>
    <w:rsid w:val="00A073CB"/>
    <w:rsid w:val="00A1370E"/>
    <w:rsid w:val="00A25794"/>
    <w:rsid w:val="00A27932"/>
    <w:rsid w:val="00A36A20"/>
    <w:rsid w:val="00A4013D"/>
    <w:rsid w:val="00A41C37"/>
    <w:rsid w:val="00A560AC"/>
    <w:rsid w:val="00A62F12"/>
    <w:rsid w:val="00A706CE"/>
    <w:rsid w:val="00A71ACC"/>
    <w:rsid w:val="00A7403A"/>
    <w:rsid w:val="00A7417E"/>
    <w:rsid w:val="00A75633"/>
    <w:rsid w:val="00A7653D"/>
    <w:rsid w:val="00A8567A"/>
    <w:rsid w:val="00A85BDB"/>
    <w:rsid w:val="00A85CB4"/>
    <w:rsid w:val="00A86393"/>
    <w:rsid w:val="00A86E15"/>
    <w:rsid w:val="00A90F52"/>
    <w:rsid w:val="00A91568"/>
    <w:rsid w:val="00A93278"/>
    <w:rsid w:val="00A957B9"/>
    <w:rsid w:val="00A9596E"/>
    <w:rsid w:val="00A961E2"/>
    <w:rsid w:val="00A97A43"/>
    <w:rsid w:val="00AB0D28"/>
    <w:rsid w:val="00AB1711"/>
    <w:rsid w:val="00AB4907"/>
    <w:rsid w:val="00AB5CD5"/>
    <w:rsid w:val="00AB60AB"/>
    <w:rsid w:val="00AB6C74"/>
    <w:rsid w:val="00AC4499"/>
    <w:rsid w:val="00AC5711"/>
    <w:rsid w:val="00AD25D0"/>
    <w:rsid w:val="00AD3BF2"/>
    <w:rsid w:val="00AD5E9F"/>
    <w:rsid w:val="00AE4E0C"/>
    <w:rsid w:val="00B04E44"/>
    <w:rsid w:val="00B12A2D"/>
    <w:rsid w:val="00B144B0"/>
    <w:rsid w:val="00B21C47"/>
    <w:rsid w:val="00B21EC6"/>
    <w:rsid w:val="00B25178"/>
    <w:rsid w:val="00B31813"/>
    <w:rsid w:val="00B341C2"/>
    <w:rsid w:val="00B353D3"/>
    <w:rsid w:val="00B37BD7"/>
    <w:rsid w:val="00B44C3B"/>
    <w:rsid w:val="00B539D2"/>
    <w:rsid w:val="00B60E5E"/>
    <w:rsid w:val="00B61F63"/>
    <w:rsid w:val="00B64BD5"/>
    <w:rsid w:val="00B720BB"/>
    <w:rsid w:val="00B72251"/>
    <w:rsid w:val="00B75283"/>
    <w:rsid w:val="00B75A69"/>
    <w:rsid w:val="00B7723A"/>
    <w:rsid w:val="00B77DEF"/>
    <w:rsid w:val="00B80659"/>
    <w:rsid w:val="00B80FD6"/>
    <w:rsid w:val="00B8142F"/>
    <w:rsid w:val="00B85554"/>
    <w:rsid w:val="00B907C2"/>
    <w:rsid w:val="00B94494"/>
    <w:rsid w:val="00B97F64"/>
    <w:rsid w:val="00BA214F"/>
    <w:rsid w:val="00BA337F"/>
    <w:rsid w:val="00BA6FAA"/>
    <w:rsid w:val="00BA7200"/>
    <w:rsid w:val="00BB1BAF"/>
    <w:rsid w:val="00BB5271"/>
    <w:rsid w:val="00BB5699"/>
    <w:rsid w:val="00BB5FBA"/>
    <w:rsid w:val="00BC33F0"/>
    <w:rsid w:val="00BC561F"/>
    <w:rsid w:val="00BC65E9"/>
    <w:rsid w:val="00BC73A2"/>
    <w:rsid w:val="00BD1EF5"/>
    <w:rsid w:val="00BD2CC5"/>
    <w:rsid w:val="00BD485D"/>
    <w:rsid w:val="00BD76D8"/>
    <w:rsid w:val="00BE4A2C"/>
    <w:rsid w:val="00BE7CA4"/>
    <w:rsid w:val="00BF3341"/>
    <w:rsid w:val="00C01012"/>
    <w:rsid w:val="00C05586"/>
    <w:rsid w:val="00C10EC0"/>
    <w:rsid w:val="00C11D43"/>
    <w:rsid w:val="00C130BD"/>
    <w:rsid w:val="00C14FDE"/>
    <w:rsid w:val="00C15568"/>
    <w:rsid w:val="00C16249"/>
    <w:rsid w:val="00C16D31"/>
    <w:rsid w:val="00C226B5"/>
    <w:rsid w:val="00C23C6A"/>
    <w:rsid w:val="00C25C81"/>
    <w:rsid w:val="00C278BD"/>
    <w:rsid w:val="00C311A2"/>
    <w:rsid w:val="00C313CE"/>
    <w:rsid w:val="00C34552"/>
    <w:rsid w:val="00C34F79"/>
    <w:rsid w:val="00C374B3"/>
    <w:rsid w:val="00C4063B"/>
    <w:rsid w:val="00C41A65"/>
    <w:rsid w:val="00C50D9E"/>
    <w:rsid w:val="00C53331"/>
    <w:rsid w:val="00C543F6"/>
    <w:rsid w:val="00C544B1"/>
    <w:rsid w:val="00C545E0"/>
    <w:rsid w:val="00C56D19"/>
    <w:rsid w:val="00C62955"/>
    <w:rsid w:val="00C62E69"/>
    <w:rsid w:val="00C63FB7"/>
    <w:rsid w:val="00C65775"/>
    <w:rsid w:val="00C73ACD"/>
    <w:rsid w:val="00C73B46"/>
    <w:rsid w:val="00C75F11"/>
    <w:rsid w:val="00C763BF"/>
    <w:rsid w:val="00C868E5"/>
    <w:rsid w:val="00C91768"/>
    <w:rsid w:val="00C92FFE"/>
    <w:rsid w:val="00C97A7C"/>
    <w:rsid w:val="00CA5486"/>
    <w:rsid w:val="00CA5B13"/>
    <w:rsid w:val="00CA649A"/>
    <w:rsid w:val="00CB7CB6"/>
    <w:rsid w:val="00CC0674"/>
    <w:rsid w:val="00CC5837"/>
    <w:rsid w:val="00CC7473"/>
    <w:rsid w:val="00CC7FE9"/>
    <w:rsid w:val="00CD02D3"/>
    <w:rsid w:val="00CD5F4D"/>
    <w:rsid w:val="00CD746B"/>
    <w:rsid w:val="00CE396B"/>
    <w:rsid w:val="00CE42CC"/>
    <w:rsid w:val="00CE4B55"/>
    <w:rsid w:val="00CF65C1"/>
    <w:rsid w:val="00D12833"/>
    <w:rsid w:val="00D1428A"/>
    <w:rsid w:val="00D211D4"/>
    <w:rsid w:val="00D23CF7"/>
    <w:rsid w:val="00D34010"/>
    <w:rsid w:val="00D45973"/>
    <w:rsid w:val="00D46DFA"/>
    <w:rsid w:val="00D564A3"/>
    <w:rsid w:val="00D57F9B"/>
    <w:rsid w:val="00D60A12"/>
    <w:rsid w:val="00D624FC"/>
    <w:rsid w:val="00D6318D"/>
    <w:rsid w:val="00D7114D"/>
    <w:rsid w:val="00D71A40"/>
    <w:rsid w:val="00D73165"/>
    <w:rsid w:val="00D736F4"/>
    <w:rsid w:val="00D805F9"/>
    <w:rsid w:val="00D810BE"/>
    <w:rsid w:val="00D8321B"/>
    <w:rsid w:val="00D84EE2"/>
    <w:rsid w:val="00D97A82"/>
    <w:rsid w:val="00DA0FEB"/>
    <w:rsid w:val="00DA512A"/>
    <w:rsid w:val="00DA54F7"/>
    <w:rsid w:val="00DA6C54"/>
    <w:rsid w:val="00DB6C4E"/>
    <w:rsid w:val="00DC19A7"/>
    <w:rsid w:val="00DC2AED"/>
    <w:rsid w:val="00DC41A1"/>
    <w:rsid w:val="00DC60D1"/>
    <w:rsid w:val="00DC6AEB"/>
    <w:rsid w:val="00DD1DDA"/>
    <w:rsid w:val="00DD1FAE"/>
    <w:rsid w:val="00DD2F63"/>
    <w:rsid w:val="00DD4735"/>
    <w:rsid w:val="00DD4EFA"/>
    <w:rsid w:val="00DD7E6C"/>
    <w:rsid w:val="00DE0DE5"/>
    <w:rsid w:val="00DE46A6"/>
    <w:rsid w:val="00DE757F"/>
    <w:rsid w:val="00DF0C7B"/>
    <w:rsid w:val="00DF2726"/>
    <w:rsid w:val="00DF403E"/>
    <w:rsid w:val="00DF51B5"/>
    <w:rsid w:val="00DF5FD7"/>
    <w:rsid w:val="00DF6764"/>
    <w:rsid w:val="00E0407F"/>
    <w:rsid w:val="00E137F0"/>
    <w:rsid w:val="00E15A98"/>
    <w:rsid w:val="00E16260"/>
    <w:rsid w:val="00E17755"/>
    <w:rsid w:val="00E24457"/>
    <w:rsid w:val="00E25C45"/>
    <w:rsid w:val="00E27A49"/>
    <w:rsid w:val="00E27A4B"/>
    <w:rsid w:val="00E3009F"/>
    <w:rsid w:val="00E333A8"/>
    <w:rsid w:val="00E41418"/>
    <w:rsid w:val="00E41A5C"/>
    <w:rsid w:val="00E549E4"/>
    <w:rsid w:val="00E67F4C"/>
    <w:rsid w:val="00E72D39"/>
    <w:rsid w:val="00E73C57"/>
    <w:rsid w:val="00E76CA6"/>
    <w:rsid w:val="00E83607"/>
    <w:rsid w:val="00E844D2"/>
    <w:rsid w:val="00E904EB"/>
    <w:rsid w:val="00E9122D"/>
    <w:rsid w:val="00E977E9"/>
    <w:rsid w:val="00E9790D"/>
    <w:rsid w:val="00EA15D8"/>
    <w:rsid w:val="00EA1BEB"/>
    <w:rsid w:val="00EA493E"/>
    <w:rsid w:val="00EA585A"/>
    <w:rsid w:val="00EA5B46"/>
    <w:rsid w:val="00EA6571"/>
    <w:rsid w:val="00EA7C7F"/>
    <w:rsid w:val="00EB35D1"/>
    <w:rsid w:val="00EB5358"/>
    <w:rsid w:val="00ED2D53"/>
    <w:rsid w:val="00ED42CF"/>
    <w:rsid w:val="00ED463D"/>
    <w:rsid w:val="00ED6664"/>
    <w:rsid w:val="00ED7E20"/>
    <w:rsid w:val="00EE4CC8"/>
    <w:rsid w:val="00EE7993"/>
    <w:rsid w:val="00EE7D4D"/>
    <w:rsid w:val="00EF2323"/>
    <w:rsid w:val="00EF73C5"/>
    <w:rsid w:val="00F0156F"/>
    <w:rsid w:val="00F04C2C"/>
    <w:rsid w:val="00F07B00"/>
    <w:rsid w:val="00F13977"/>
    <w:rsid w:val="00F16FCA"/>
    <w:rsid w:val="00F22594"/>
    <w:rsid w:val="00F22963"/>
    <w:rsid w:val="00F25467"/>
    <w:rsid w:val="00F269C9"/>
    <w:rsid w:val="00F30226"/>
    <w:rsid w:val="00F30D8A"/>
    <w:rsid w:val="00F31AE8"/>
    <w:rsid w:val="00F35E01"/>
    <w:rsid w:val="00F3644E"/>
    <w:rsid w:val="00F41779"/>
    <w:rsid w:val="00F4404B"/>
    <w:rsid w:val="00F444DC"/>
    <w:rsid w:val="00F47F13"/>
    <w:rsid w:val="00F52E5A"/>
    <w:rsid w:val="00F5717E"/>
    <w:rsid w:val="00F60776"/>
    <w:rsid w:val="00F61CC6"/>
    <w:rsid w:val="00F731BA"/>
    <w:rsid w:val="00F749B4"/>
    <w:rsid w:val="00F776D6"/>
    <w:rsid w:val="00F83BEE"/>
    <w:rsid w:val="00F8423A"/>
    <w:rsid w:val="00F854AD"/>
    <w:rsid w:val="00F93097"/>
    <w:rsid w:val="00F939E3"/>
    <w:rsid w:val="00F943B6"/>
    <w:rsid w:val="00F9573D"/>
    <w:rsid w:val="00F97DA1"/>
    <w:rsid w:val="00FA04F9"/>
    <w:rsid w:val="00FA7893"/>
    <w:rsid w:val="00FB0779"/>
    <w:rsid w:val="00FB0C1B"/>
    <w:rsid w:val="00FC0CA7"/>
    <w:rsid w:val="00FC295B"/>
    <w:rsid w:val="00FC3E24"/>
    <w:rsid w:val="00FD000C"/>
    <w:rsid w:val="00FD17F0"/>
    <w:rsid w:val="00FD27F6"/>
    <w:rsid w:val="00FD5033"/>
    <w:rsid w:val="00FD53EC"/>
    <w:rsid w:val="00FE0E75"/>
    <w:rsid w:val="00FF0420"/>
    <w:rsid w:val="00FF4151"/>
    <w:rsid w:val="00FF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A8DA1"/>
  <w15:docId w15:val="{CD637D8C-BD8F-486F-A273-BA214F518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06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1549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31CB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1CB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31CB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31CB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31CB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31CBC"/>
    <w:rPr>
      <w:vertAlign w:val="superscript"/>
    </w:rPr>
  </w:style>
  <w:style w:type="paragraph" w:styleId="ListParagraph">
    <w:name w:val="List Paragraph"/>
    <w:basedOn w:val="Normal"/>
    <w:uiPriority w:val="34"/>
    <w:qFormat/>
    <w:rsid w:val="002F7939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674A0C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74A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3170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7057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3170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705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85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4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8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8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2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26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53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92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8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8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7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2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4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7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3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0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2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7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2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5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9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6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8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6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3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9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8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5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1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2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7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2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68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3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hhit.sharma@gmail.com" TargetMode="External"/><Relationship Id="rId13" Type="http://schemas.openxmlformats.org/officeDocument/2006/relationships/hyperlink" Target="https://truetaxes.in/ad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dea.truebook.i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dea.truebook.i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truetaxes.i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pi.truetaxes.in" TargetMode="External"/><Relationship Id="rId14" Type="http://schemas.openxmlformats.org/officeDocument/2006/relationships/hyperlink" Target="https://truetaxes.i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ocuments\Rohit%20Sharma%20Resume%20Upd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52ECD-7309-4D47-A644-8D3BD7BE4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Rohit Sharma Resume Update</Template>
  <TotalTime>3</TotalTime>
  <Pages>3</Pages>
  <Words>639</Words>
  <Characters>3647</Characters>
  <Application>Microsoft Office Word</Application>
  <DocSecurity>0</DocSecurity>
  <Lines>30</Lines>
  <Paragraphs>8</Paragraphs>
  <ScaleCrop>false</ScaleCrop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56</cp:revision>
  <dcterms:created xsi:type="dcterms:W3CDTF">2020-11-17T08:32:00Z</dcterms:created>
  <dcterms:modified xsi:type="dcterms:W3CDTF">2020-12-11T07:23:00Z</dcterms:modified>
</cp:coreProperties>
</file>